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F6DD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B6153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57E034" w14:textId="103A039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12F4E">
        <w:rPr>
          <w:rFonts w:ascii="Corbel" w:hAnsi="Corbel"/>
          <w:i/>
          <w:smallCaps/>
          <w:sz w:val="24"/>
          <w:szCs w:val="24"/>
        </w:rPr>
        <w:t>20</w:t>
      </w:r>
      <w:r w:rsidR="000E56C6">
        <w:rPr>
          <w:rFonts w:ascii="Corbel" w:hAnsi="Corbel"/>
          <w:i/>
          <w:smallCaps/>
          <w:sz w:val="24"/>
          <w:szCs w:val="24"/>
        </w:rPr>
        <w:t>19</w:t>
      </w:r>
      <w:r w:rsidR="00812F4E">
        <w:rPr>
          <w:rFonts w:ascii="Corbel" w:hAnsi="Corbel"/>
          <w:i/>
          <w:smallCaps/>
          <w:sz w:val="24"/>
          <w:szCs w:val="24"/>
        </w:rPr>
        <w:t>-202</w:t>
      </w:r>
      <w:r w:rsidR="000E56C6">
        <w:rPr>
          <w:rFonts w:ascii="Corbel" w:hAnsi="Corbel"/>
          <w:i/>
          <w:smallCaps/>
          <w:sz w:val="24"/>
          <w:szCs w:val="24"/>
        </w:rPr>
        <w:t>2</w:t>
      </w:r>
    </w:p>
    <w:p w14:paraId="3840F7D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F70E1DA" w14:textId="50F075C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12F4E">
        <w:rPr>
          <w:rFonts w:ascii="Corbel" w:hAnsi="Corbel"/>
          <w:sz w:val="20"/>
          <w:szCs w:val="20"/>
        </w:rPr>
        <w:t>20</w:t>
      </w:r>
      <w:r w:rsidR="005713F6">
        <w:rPr>
          <w:rFonts w:ascii="Corbel" w:hAnsi="Corbel"/>
          <w:sz w:val="20"/>
          <w:szCs w:val="20"/>
        </w:rPr>
        <w:t>2</w:t>
      </w:r>
      <w:r w:rsidR="000E56C6">
        <w:rPr>
          <w:rFonts w:ascii="Corbel" w:hAnsi="Corbel"/>
          <w:sz w:val="20"/>
          <w:szCs w:val="20"/>
        </w:rPr>
        <w:t>1</w:t>
      </w:r>
      <w:r w:rsidR="00812F4E">
        <w:rPr>
          <w:rFonts w:ascii="Corbel" w:hAnsi="Corbel"/>
          <w:sz w:val="20"/>
          <w:szCs w:val="20"/>
        </w:rPr>
        <w:t>/202</w:t>
      </w:r>
      <w:r w:rsidR="000E56C6">
        <w:rPr>
          <w:rFonts w:ascii="Corbel" w:hAnsi="Corbel"/>
          <w:sz w:val="20"/>
          <w:szCs w:val="20"/>
        </w:rPr>
        <w:t>2</w:t>
      </w:r>
    </w:p>
    <w:p w14:paraId="18952D8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FF88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3A53F1" w14:textId="77777777" w:rsidTr="00B819C8">
        <w:tc>
          <w:tcPr>
            <w:tcW w:w="2694" w:type="dxa"/>
            <w:vAlign w:val="center"/>
          </w:tcPr>
          <w:p w14:paraId="3F1FB4E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6BB638" w14:textId="77777777" w:rsidR="0085747A" w:rsidRPr="009C54AE" w:rsidRDefault="00661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Interwencja kryzysowa</w:t>
            </w:r>
          </w:p>
        </w:tc>
      </w:tr>
      <w:tr w:rsidR="0085747A" w:rsidRPr="009C54AE" w14:paraId="0C484A38" w14:textId="77777777" w:rsidTr="00B819C8">
        <w:tc>
          <w:tcPr>
            <w:tcW w:w="2694" w:type="dxa"/>
            <w:vAlign w:val="center"/>
          </w:tcPr>
          <w:p w14:paraId="69B316F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68520CE" w14:textId="77777777" w:rsidR="0085747A" w:rsidRPr="009C54AE" w:rsidRDefault="006A5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5650">
              <w:rPr>
                <w:rFonts w:ascii="Corbel" w:hAnsi="Corbel"/>
                <w:b w:val="0"/>
                <w:sz w:val="24"/>
                <w:szCs w:val="24"/>
              </w:rPr>
              <w:t>P1S[5]O_05</w:t>
            </w:r>
          </w:p>
        </w:tc>
      </w:tr>
      <w:tr w:rsidR="0085747A" w:rsidRPr="009C54AE" w14:paraId="4EECA7D8" w14:textId="77777777" w:rsidTr="00B819C8">
        <w:tc>
          <w:tcPr>
            <w:tcW w:w="2694" w:type="dxa"/>
            <w:vAlign w:val="center"/>
          </w:tcPr>
          <w:p w14:paraId="4C53EF7B" w14:textId="77777777" w:rsidR="0085747A" w:rsidRPr="009C54AE" w:rsidRDefault="002A10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1710CF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A2C6354" w14:textId="77777777" w:rsidTr="00B819C8">
        <w:tc>
          <w:tcPr>
            <w:tcW w:w="2694" w:type="dxa"/>
            <w:vAlign w:val="center"/>
          </w:tcPr>
          <w:p w14:paraId="67EFF0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F2A838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923164" w14:textId="77777777" w:rsidTr="00B819C8">
        <w:tc>
          <w:tcPr>
            <w:tcW w:w="2694" w:type="dxa"/>
            <w:vAlign w:val="center"/>
          </w:tcPr>
          <w:p w14:paraId="23EB78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78423F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541F0EEB" w14:textId="77777777" w:rsidTr="00B819C8">
        <w:tc>
          <w:tcPr>
            <w:tcW w:w="2694" w:type="dxa"/>
            <w:vAlign w:val="center"/>
          </w:tcPr>
          <w:p w14:paraId="567DC69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91D1F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4AAB368F" w14:textId="77777777" w:rsidTr="00B819C8">
        <w:tc>
          <w:tcPr>
            <w:tcW w:w="2694" w:type="dxa"/>
            <w:vAlign w:val="center"/>
          </w:tcPr>
          <w:p w14:paraId="468C33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9ABF57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5747A" w:rsidRPr="009C54AE" w14:paraId="475240D7" w14:textId="77777777" w:rsidTr="00B819C8">
        <w:tc>
          <w:tcPr>
            <w:tcW w:w="2694" w:type="dxa"/>
            <w:vAlign w:val="center"/>
          </w:tcPr>
          <w:p w14:paraId="2558F0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0F558F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3D468A3" w14:textId="77777777" w:rsidTr="00B819C8">
        <w:tc>
          <w:tcPr>
            <w:tcW w:w="2694" w:type="dxa"/>
            <w:vAlign w:val="center"/>
          </w:tcPr>
          <w:p w14:paraId="398E55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747C61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6A565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6A5650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14:paraId="61F4158D" w14:textId="77777777" w:rsidTr="00B819C8">
        <w:tc>
          <w:tcPr>
            <w:tcW w:w="2694" w:type="dxa"/>
            <w:vAlign w:val="center"/>
          </w:tcPr>
          <w:p w14:paraId="26BEEF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E5F4FC" w14:textId="77777777" w:rsidR="0085747A" w:rsidRPr="009C54AE" w:rsidRDefault="005832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 warsztatowe</w:t>
            </w:r>
          </w:p>
        </w:tc>
      </w:tr>
      <w:tr w:rsidR="00923D7D" w:rsidRPr="009C54AE" w14:paraId="123D93EB" w14:textId="77777777" w:rsidTr="00B819C8">
        <w:tc>
          <w:tcPr>
            <w:tcW w:w="2694" w:type="dxa"/>
            <w:vAlign w:val="center"/>
          </w:tcPr>
          <w:p w14:paraId="6BEBB0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D70091" w14:textId="77777777" w:rsidR="00923D7D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9C54AE" w14:paraId="4BD1C08E" w14:textId="77777777" w:rsidTr="00B819C8">
        <w:tc>
          <w:tcPr>
            <w:tcW w:w="2694" w:type="dxa"/>
            <w:vAlign w:val="center"/>
          </w:tcPr>
          <w:p w14:paraId="5F605E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1C4D64" w14:textId="77777777" w:rsidR="0085747A" w:rsidRPr="009C54AE" w:rsidRDefault="001B1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85747A" w:rsidRPr="009C54AE" w14:paraId="7C6FC7E6" w14:textId="77777777" w:rsidTr="00B819C8">
        <w:tc>
          <w:tcPr>
            <w:tcW w:w="2694" w:type="dxa"/>
            <w:vAlign w:val="center"/>
          </w:tcPr>
          <w:p w14:paraId="48D4EF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F54BF5" w14:textId="77777777" w:rsidR="0085747A" w:rsidRPr="009C54AE" w:rsidRDefault="00812F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14:paraId="6754B0D9" w14:textId="77777777" w:rsidR="00484EBF" w:rsidRDefault="00484EBF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37115D0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2BD55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9C54AE" w14:paraId="1AD2B91A" w14:textId="77777777" w:rsidTr="00B873E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B8E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FA4B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43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48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94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466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97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BA3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8E4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0A7F" w14:textId="77777777" w:rsidR="00015B8F" w:rsidRPr="009C54AE" w:rsidRDefault="00015B8F" w:rsidP="00BF70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Inne </w:t>
            </w:r>
            <w:r w:rsidR="00BF70CB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7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3611B92" w14:textId="77777777" w:rsidTr="00B873E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D7D0" w14:textId="77777777" w:rsidR="00015B8F" w:rsidRPr="009C54AE" w:rsidRDefault="006A56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1757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10BE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FBF9" w14:textId="77777777" w:rsidR="00015B8F" w:rsidRPr="009C54AE" w:rsidRDefault="006A56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6D13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6837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D88E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7982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335D" w14:textId="77777777" w:rsidR="00015B8F" w:rsidRPr="009C54AE" w:rsidRDefault="00BF70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</w:t>
            </w:r>
            <w:r w:rsidR="006A565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5566" w14:textId="77777777" w:rsidR="00015B8F" w:rsidRPr="009C54AE" w:rsidRDefault="006A56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6B9113" w14:textId="77777777" w:rsidR="00923D7D" w:rsidRPr="009C54AE" w:rsidRDefault="00923D7D" w:rsidP="00191BB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A941F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455A10A" w14:textId="77777777" w:rsidR="0085747A" w:rsidRPr="009C54AE" w:rsidRDefault="00D2767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812F4E">
        <w:rPr>
          <w:rFonts w:ascii="MS Gothic" w:eastAsia="MS Gothic" w:hAnsi="MS Gothic" w:cs="MS Gothic" w:hint="eastAsia"/>
          <w:szCs w:val="24"/>
        </w:rPr>
        <w:t>x</w:t>
      </w:r>
      <w:r>
        <w:rPr>
          <w:rFonts w:ascii="MS Gothic" w:eastAsia="MS Gothic" w:hAnsi="MS Gothic" w:cs="MS Gothic" w:hint="eastAsia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40FC87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8A29D0" w14:textId="7777777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72ED53" w14:textId="77777777" w:rsidR="00B873E0" w:rsidRPr="009C54AE" w:rsidRDefault="00B873E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075E0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AFC47C" w14:textId="77777777" w:rsidR="009C54AE" w:rsidRPr="00D27679" w:rsidRDefault="00D27679" w:rsidP="00D27679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  <w:r w:rsidRPr="00D27679">
        <w:rPr>
          <w:rFonts w:ascii="Corbel" w:hAnsi="Corbel"/>
          <w:b w:val="0"/>
          <w:sz w:val="20"/>
          <w:szCs w:val="24"/>
        </w:rPr>
        <w:t>ZALICZENIE Z OCENĄ</w:t>
      </w:r>
    </w:p>
    <w:p w14:paraId="4E117F8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55ED2F" w14:textId="77777777" w:rsidR="00B873E0" w:rsidRDefault="00B873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78CBB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29688DB" w14:textId="77777777" w:rsidTr="00745302">
        <w:tc>
          <w:tcPr>
            <w:tcW w:w="9670" w:type="dxa"/>
          </w:tcPr>
          <w:p w14:paraId="742BE253" w14:textId="545BEC13" w:rsidR="0085747A" w:rsidRPr="009C54AE" w:rsidRDefault="0058327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2C8F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Ogólna wiedza z zakresu psychologii klinicznej, psychologii społecznej, socjologii problemów w</w:t>
            </w:r>
            <w:r w:rsidR="00DC30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 </w:t>
            </w:r>
            <w:r w:rsidRPr="00C42C8F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rodzinie oraz podstaw komunikacji interpersonalnej</w:t>
            </w:r>
            <w:r w:rsidRPr="00C42C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40D1964" w14:textId="77777777" w:rsidR="00484EBF" w:rsidRDefault="00484EB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93F762" w14:textId="77777777" w:rsidR="00B873E0" w:rsidRDefault="00B873E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862D5E" w14:textId="77777777" w:rsidR="00B873E0" w:rsidRDefault="00B873E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871C8F" w14:textId="77777777" w:rsidR="00B873E0" w:rsidRDefault="00B873E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975B5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0098884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B1CE6E" w14:textId="77777777" w:rsidR="00F83B28" w:rsidRPr="00B873E0" w:rsidRDefault="0071620A" w:rsidP="00B873E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07D39B7" w14:textId="77777777" w:rsidTr="00923D7D">
        <w:tc>
          <w:tcPr>
            <w:tcW w:w="851" w:type="dxa"/>
            <w:vAlign w:val="center"/>
          </w:tcPr>
          <w:p w14:paraId="1E4957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B6A8F8" w14:textId="77777777" w:rsidR="0085747A" w:rsidRPr="009C54AE" w:rsidRDefault="00AC53DE" w:rsidP="00DC30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pogłębionej wiedzy w</w:t>
            </w:r>
            <w:r w:rsidR="007E0DB3">
              <w:rPr>
                <w:rFonts w:ascii="Corbel" w:hAnsi="Corbel"/>
                <w:b w:val="0"/>
                <w:sz w:val="24"/>
                <w:szCs w:val="24"/>
              </w:rPr>
              <w:t xml:space="preserve"> zakresie pracy socjalnej oraz jej związków z innymi naukami.</w:t>
            </w:r>
          </w:p>
        </w:tc>
      </w:tr>
      <w:tr w:rsidR="0085747A" w:rsidRPr="009C54AE" w14:paraId="0F9E6EF1" w14:textId="77777777" w:rsidTr="00923D7D">
        <w:tc>
          <w:tcPr>
            <w:tcW w:w="851" w:type="dxa"/>
            <w:vAlign w:val="center"/>
          </w:tcPr>
          <w:p w14:paraId="1F1BF2A1" w14:textId="77777777" w:rsidR="0085747A" w:rsidRPr="009C54AE" w:rsidRDefault="00BE3E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37D977" w14:textId="77777777" w:rsidR="0085747A" w:rsidRPr="009C54AE" w:rsidRDefault="007E0DB3" w:rsidP="00DC30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instytucji życia społecznego oraz regulacji prawnych organizujących zakres ich działań.</w:t>
            </w:r>
          </w:p>
        </w:tc>
      </w:tr>
      <w:tr w:rsidR="0085747A" w:rsidRPr="009C54AE" w14:paraId="0C3986C6" w14:textId="77777777" w:rsidTr="00923D7D">
        <w:tc>
          <w:tcPr>
            <w:tcW w:w="851" w:type="dxa"/>
            <w:vAlign w:val="center"/>
          </w:tcPr>
          <w:p w14:paraId="4C12DCA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175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AA8E3D8" w14:textId="77777777" w:rsidR="0085747A" w:rsidRPr="009C54AE" w:rsidRDefault="007E0DB3" w:rsidP="00DC30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rozróżniania zjawisk społecznych warunkujących powstawanie problemów </w:t>
            </w:r>
            <w:r w:rsidR="001D5149">
              <w:rPr>
                <w:rFonts w:ascii="Corbel" w:hAnsi="Corbel"/>
                <w:b w:val="0"/>
                <w:sz w:val="24"/>
                <w:szCs w:val="24"/>
              </w:rPr>
              <w:t>społecznych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37924" w:rsidRPr="009C54AE" w14:paraId="5E1AE272" w14:textId="77777777" w:rsidTr="00923D7D">
        <w:tc>
          <w:tcPr>
            <w:tcW w:w="851" w:type="dxa"/>
            <w:vAlign w:val="center"/>
          </w:tcPr>
          <w:p w14:paraId="15F42157" w14:textId="77777777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1AFBE0D" w14:textId="77777777" w:rsidR="00B37924" w:rsidRDefault="007E0DB3" w:rsidP="00DC30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Wzbudzenie motywacji do ciągłego podnoszenia kwalifikacji zawodowych.</w:t>
            </w:r>
          </w:p>
        </w:tc>
      </w:tr>
      <w:tr w:rsidR="00B37924" w:rsidRPr="009C54AE" w14:paraId="29164367" w14:textId="77777777" w:rsidTr="00923D7D">
        <w:tc>
          <w:tcPr>
            <w:tcW w:w="851" w:type="dxa"/>
            <w:vAlign w:val="center"/>
          </w:tcPr>
          <w:p w14:paraId="486E1491" w14:textId="77777777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217E0C2" w14:textId="77777777" w:rsidR="00B37924" w:rsidRDefault="007E0DB3" w:rsidP="00DC30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kierowania swoim rozwojem zawodowym</w:t>
            </w:r>
            <w:r w:rsidR="00BF70C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37924" w:rsidRPr="009C54AE" w14:paraId="3985B90E" w14:textId="77777777" w:rsidTr="00923D7D">
        <w:tc>
          <w:tcPr>
            <w:tcW w:w="851" w:type="dxa"/>
            <w:vAlign w:val="center"/>
          </w:tcPr>
          <w:p w14:paraId="5624807D" w14:textId="77777777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51620C7B" w14:textId="77777777" w:rsidR="00B37924" w:rsidRDefault="00BF70CB" w:rsidP="00DC30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odpowiedzialnego i świadomego kierowania pracą zespołową.</w:t>
            </w:r>
          </w:p>
        </w:tc>
      </w:tr>
    </w:tbl>
    <w:p w14:paraId="5A1916EA" w14:textId="77777777" w:rsidR="00C85175" w:rsidRPr="009C54AE" w:rsidRDefault="00C85175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90FE21" w14:textId="77777777" w:rsidR="00A54C83" w:rsidRPr="00C6373B" w:rsidRDefault="009F4610" w:rsidP="00C6373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72455" w:rsidRPr="00D56E31" w14:paraId="5D60A3A7" w14:textId="77777777" w:rsidTr="00FE19E9">
        <w:tc>
          <w:tcPr>
            <w:tcW w:w="1701" w:type="dxa"/>
            <w:vAlign w:val="center"/>
          </w:tcPr>
          <w:p w14:paraId="4871F9C6" w14:textId="77777777" w:rsidR="00072455" w:rsidRPr="00D56E31" w:rsidRDefault="0007245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smallCaps w:val="0"/>
                <w:szCs w:val="24"/>
              </w:rPr>
              <w:t>EK</w:t>
            </w:r>
            <w:r w:rsidRPr="00D56E3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7880D33" w14:textId="77777777" w:rsidR="00072455" w:rsidRPr="00D56E31" w:rsidRDefault="0007245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96F496D" w14:textId="77777777" w:rsidR="00072455" w:rsidRPr="00D56E31" w:rsidRDefault="0007245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D56E3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2455" w:rsidRPr="00D56E31" w14:paraId="3E243B7B" w14:textId="77777777" w:rsidTr="00FE19E9">
        <w:tc>
          <w:tcPr>
            <w:tcW w:w="1701" w:type="dxa"/>
          </w:tcPr>
          <w:p w14:paraId="5F731B54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6E3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DEC414D" w14:textId="77777777" w:rsidR="00072455" w:rsidRPr="00D56E31" w:rsidRDefault="00072455" w:rsidP="000A5E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Posiada gruntowną wiedzę w zakresie pracy socjalnej, jej pozycji w naukach społecznych oraz powiązań z innymi dyscyplinami.</w:t>
            </w:r>
          </w:p>
        </w:tc>
        <w:tc>
          <w:tcPr>
            <w:tcW w:w="1873" w:type="dxa"/>
          </w:tcPr>
          <w:p w14:paraId="4B92145E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072455" w:rsidRPr="00D56E31" w14:paraId="39C1AC26" w14:textId="77777777" w:rsidTr="00FE19E9">
        <w:tc>
          <w:tcPr>
            <w:tcW w:w="1701" w:type="dxa"/>
          </w:tcPr>
          <w:p w14:paraId="0F0AB5A7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8E78496" w14:textId="77777777" w:rsidR="00072455" w:rsidRPr="00D56E31" w:rsidRDefault="00072455" w:rsidP="000A5E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Zna składowe struktur społecznych tworzących instytucje życia publicznego oraz ich formalno-prawne narzędzia.</w:t>
            </w:r>
          </w:p>
        </w:tc>
        <w:tc>
          <w:tcPr>
            <w:tcW w:w="1873" w:type="dxa"/>
          </w:tcPr>
          <w:p w14:paraId="54D63BD1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72455" w:rsidRPr="00D56E31" w14:paraId="48EBB252" w14:textId="77777777" w:rsidTr="00FE19E9">
        <w:tc>
          <w:tcPr>
            <w:tcW w:w="1701" w:type="dxa"/>
          </w:tcPr>
          <w:p w14:paraId="55F604DF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A25BB66" w14:textId="77777777" w:rsidR="00072455" w:rsidRPr="00D56E31" w:rsidRDefault="00072455" w:rsidP="000A5E3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 w:rsidRPr="00D56E31">
              <w:rPr>
                <w:rFonts w:ascii="Corbel" w:hAnsi="Corbel"/>
                <w:color w:val="000000"/>
                <w:sz w:val="24"/>
              </w:rPr>
              <w:t xml:space="preserve">Potrafi właściwie rozpoznawać wszelkie zjawiska społeczne, określać ich związki z problematyką pracy socjalnej oraz identyfikować okoliczności warunkujące powstawanie problemów społecznych. </w:t>
            </w:r>
          </w:p>
        </w:tc>
        <w:tc>
          <w:tcPr>
            <w:tcW w:w="1873" w:type="dxa"/>
          </w:tcPr>
          <w:p w14:paraId="74931078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2455" w:rsidRPr="00D56E31" w14:paraId="3D030AFD" w14:textId="77777777" w:rsidTr="00FE19E9">
        <w:tc>
          <w:tcPr>
            <w:tcW w:w="1701" w:type="dxa"/>
          </w:tcPr>
          <w:p w14:paraId="1524CED4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01F6917" w14:textId="77777777" w:rsidR="00072455" w:rsidRPr="00D56E31" w:rsidRDefault="00072455" w:rsidP="000A5E3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 w:rsidRPr="00D56E31">
              <w:rPr>
                <w:rFonts w:ascii="Corbel" w:hAnsi="Corbel"/>
                <w:color w:val="000000"/>
                <w:sz w:val="24"/>
              </w:rPr>
              <w:t>Uznaje potrzebę ciągłego pogłębiania wiedzy.</w:t>
            </w:r>
          </w:p>
        </w:tc>
        <w:tc>
          <w:tcPr>
            <w:tcW w:w="1873" w:type="dxa"/>
          </w:tcPr>
          <w:p w14:paraId="100F7B8A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072455" w:rsidRPr="00D56E31" w14:paraId="3BE48962" w14:textId="77777777" w:rsidTr="00FE19E9">
        <w:tc>
          <w:tcPr>
            <w:tcW w:w="1701" w:type="dxa"/>
          </w:tcPr>
          <w:p w14:paraId="38C96C0B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242BD90" w14:textId="77777777" w:rsidR="00072455" w:rsidRPr="00D56E31" w:rsidRDefault="00072455" w:rsidP="000A5E3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 w:rsidRPr="00D56E31">
              <w:rPr>
                <w:rFonts w:ascii="Corbel" w:hAnsi="Corbel"/>
                <w:color w:val="000000"/>
                <w:sz w:val="24"/>
              </w:rPr>
              <w:t>Posiada motywację i umiejętności wyznaczania kierunków własnego rozwoju i kształcenia zawodowego oraz doskonalenia swoich zawodowych kwalifikacji.</w:t>
            </w:r>
          </w:p>
        </w:tc>
        <w:tc>
          <w:tcPr>
            <w:tcW w:w="1873" w:type="dxa"/>
          </w:tcPr>
          <w:p w14:paraId="756EEF70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072455" w:rsidRPr="00D56E31" w14:paraId="6A0083B2" w14:textId="77777777" w:rsidTr="00FE19E9">
        <w:tc>
          <w:tcPr>
            <w:tcW w:w="1701" w:type="dxa"/>
          </w:tcPr>
          <w:p w14:paraId="49774B71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0961BE6" w14:textId="77777777" w:rsidR="00072455" w:rsidRPr="00D56E31" w:rsidRDefault="00072455" w:rsidP="000A5E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Jest gotowy do podejmowania odpowiedzialnych działań grupowych i samodzielnego kierowania działaniami tych grup.</w:t>
            </w:r>
          </w:p>
        </w:tc>
        <w:tc>
          <w:tcPr>
            <w:tcW w:w="1873" w:type="dxa"/>
          </w:tcPr>
          <w:p w14:paraId="19B904F9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</w:tbl>
    <w:p w14:paraId="30C934B2" w14:textId="77777777" w:rsidR="00072455" w:rsidRPr="009C54AE" w:rsidRDefault="0007245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F757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8E669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A60C2D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2D750A9" w14:textId="77777777" w:rsidTr="00923D7D">
        <w:tc>
          <w:tcPr>
            <w:tcW w:w="9639" w:type="dxa"/>
          </w:tcPr>
          <w:p w14:paraId="2D1ED4D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693E2B19" w14:textId="77777777" w:rsidR="00C6373B" w:rsidRDefault="00C6373B" w:rsidP="00C6373B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110857C5" w14:textId="77777777" w:rsidR="00C6373B" w:rsidRPr="00C6373B" w:rsidRDefault="00C6373B" w:rsidP="00C6373B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81BD372" w14:textId="77777777" w:rsidR="0085747A" w:rsidRPr="00C6373B" w:rsidRDefault="0085747A" w:rsidP="00C6373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24CA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24CAB">
        <w:rPr>
          <w:rFonts w:ascii="Corbel" w:hAnsi="Corbel"/>
          <w:sz w:val="24"/>
          <w:szCs w:val="24"/>
        </w:rPr>
        <w:t xml:space="preserve">, </w:t>
      </w:r>
      <w:r w:rsidRPr="00524CA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3BD963" w14:textId="77777777" w:rsidTr="001D5149">
        <w:tc>
          <w:tcPr>
            <w:tcW w:w="9520" w:type="dxa"/>
          </w:tcPr>
          <w:p w14:paraId="2E8B7CB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31754" w:rsidRPr="009C54AE" w14:paraId="4B361DBA" w14:textId="77777777" w:rsidTr="001D5149">
        <w:tc>
          <w:tcPr>
            <w:tcW w:w="9520" w:type="dxa"/>
          </w:tcPr>
          <w:p w14:paraId="6B0F7631" w14:textId="77777777" w:rsidR="00731754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Wprowadzenie w problematykę przedmiotu </w:t>
            </w:r>
          </w:p>
        </w:tc>
      </w:tr>
      <w:tr w:rsidR="003F23E8" w:rsidRPr="009C54AE" w14:paraId="27E78BF5" w14:textId="77777777" w:rsidTr="001D5149">
        <w:tc>
          <w:tcPr>
            <w:tcW w:w="9520" w:type="dxa"/>
          </w:tcPr>
          <w:p w14:paraId="761F4002" w14:textId="77777777" w:rsidR="003F23E8" w:rsidRDefault="009D4546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70CB">
              <w:rPr>
                <w:rFonts w:ascii="Corbel" w:hAnsi="Corbel"/>
                <w:sz w:val="24"/>
              </w:rPr>
              <w:t>Istota i źródła zagrożeń dla człowieka</w:t>
            </w:r>
          </w:p>
        </w:tc>
      </w:tr>
      <w:tr w:rsidR="0085747A" w:rsidRPr="009C54AE" w14:paraId="4FB248E7" w14:textId="77777777" w:rsidTr="001D5149">
        <w:tc>
          <w:tcPr>
            <w:tcW w:w="9520" w:type="dxa"/>
          </w:tcPr>
          <w:p w14:paraId="78F0F9F6" w14:textId="77777777" w:rsidR="0085747A" w:rsidRPr="009C54AE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Pojęcie i teorie kryzysu, rodzaje kryzysu   </w:t>
            </w:r>
          </w:p>
        </w:tc>
      </w:tr>
      <w:tr w:rsidR="00373BCC" w:rsidRPr="009C54AE" w14:paraId="73458F5A" w14:textId="77777777" w:rsidTr="001D5149">
        <w:tc>
          <w:tcPr>
            <w:tcW w:w="9520" w:type="dxa"/>
          </w:tcPr>
          <w:p w14:paraId="05A3AD8C" w14:textId="77777777" w:rsidR="00373BCC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Procedury stosowane w interwencji kryzysowej   </w:t>
            </w:r>
          </w:p>
        </w:tc>
      </w:tr>
      <w:tr w:rsidR="0085747A" w:rsidRPr="009C54AE" w14:paraId="6AEE8FC5" w14:textId="77777777" w:rsidTr="001D5149">
        <w:tc>
          <w:tcPr>
            <w:tcW w:w="9520" w:type="dxa"/>
          </w:tcPr>
          <w:p w14:paraId="4E995213" w14:textId="77777777" w:rsidR="0085747A" w:rsidRPr="009C54AE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Etapy interwencji kryzysowej   </w:t>
            </w:r>
          </w:p>
        </w:tc>
      </w:tr>
      <w:tr w:rsidR="008D6463" w:rsidRPr="009C54AE" w14:paraId="0ECBD449" w14:textId="77777777" w:rsidTr="001D5149">
        <w:tc>
          <w:tcPr>
            <w:tcW w:w="9520" w:type="dxa"/>
          </w:tcPr>
          <w:p w14:paraId="5D0E75D8" w14:textId="77777777" w:rsidR="00373BCC" w:rsidRPr="00373BCC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Interwencja w kryzysie suicydalnym   </w:t>
            </w:r>
          </w:p>
        </w:tc>
      </w:tr>
      <w:tr w:rsidR="00AB73E2" w:rsidRPr="009C54AE" w14:paraId="3B8E478A" w14:textId="77777777" w:rsidTr="001D5149">
        <w:tc>
          <w:tcPr>
            <w:tcW w:w="9520" w:type="dxa"/>
          </w:tcPr>
          <w:p w14:paraId="3C9BAED0" w14:textId="77777777" w:rsidR="00AB73E2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>Interwencja kryzysowa po stracie osoby</w:t>
            </w:r>
          </w:p>
        </w:tc>
      </w:tr>
      <w:tr w:rsidR="008D6463" w:rsidRPr="009C54AE" w14:paraId="37C43E08" w14:textId="77777777" w:rsidTr="001D5149">
        <w:tc>
          <w:tcPr>
            <w:tcW w:w="9520" w:type="dxa"/>
          </w:tcPr>
          <w:p w14:paraId="5C5B5B23" w14:textId="77777777" w:rsidR="008D6463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>Interwencja kryzysowa u osób doświadczających przemocy</w:t>
            </w:r>
          </w:p>
        </w:tc>
      </w:tr>
      <w:tr w:rsidR="00373BCC" w:rsidRPr="009C54AE" w14:paraId="73818890" w14:textId="77777777" w:rsidTr="001D5149">
        <w:tc>
          <w:tcPr>
            <w:tcW w:w="9520" w:type="dxa"/>
          </w:tcPr>
          <w:p w14:paraId="7E8C9D75" w14:textId="77777777" w:rsidR="00373BCC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>Interwencja w</w:t>
            </w:r>
            <w:r>
              <w:rPr>
                <w:rFonts w:ascii="Corbel" w:hAnsi="Corbel"/>
                <w:sz w:val="24"/>
              </w:rPr>
              <w:t>obec osoby</w:t>
            </w:r>
            <w:r w:rsidRPr="00C42C8F">
              <w:rPr>
                <w:rFonts w:ascii="Corbel" w:hAnsi="Corbel"/>
                <w:sz w:val="24"/>
              </w:rPr>
              <w:t xml:space="preserve"> uzależni</w:t>
            </w:r>
            <w:r>
              <w:rPr>
                <w:rFonts w:ascii="Corbel" w:hAnsi="Corbel"/>
                <w:sz w:val="24"/>
              </w:rPr>
              <w:t>onej</w:t>
            </w:r>
            <w:r w:rsidRPr="00C42C8F">
              <w:rPr>
                <w:rFonts w:ascii="Corbel" w:hAnsi="Corbel"/>
                <w:sz w:val="24"/>
              </w:rPr>
              <w:t xml:space="preserve">   </w:t>
            </w:r>
          </w:p>
        </w:tc>
      </w:tr>
      <w:tr w:rsidR="00226276" w:rsidRPr="009C54AE" w14:paraId="60A1FE45" w14:textId="77777777" w:rsidTr="001D5149">
        <w:tc>
          <w:tcPr>
            <w:tcW w:w="9520" w:type="dxa"/>
          </w:tcPr>
          <w:p w14:paraId="4B60EE47" w14:textId="77777777" w:rsidR="00226276" w:rsidRDefault="00BF70CB" w:rsidP="002262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Kryzysy tożsamości </w:t>
            </w:r>
          </w:p>
        </w:tc>
      </w:tr>
      <w:tr w:rsidR="00BF70CB" w:rsidRPr="009C54AE" w14:paraId="60C82D8B" w14:textId="77777777" w:rsidTr="001D5149">
        <w:tc>
          <w:tcPr>
            <w:tcW w:w="9520" w:type="dxa"/>
          </w:tcPr>
          <w:p w14:paraId="41A48D29" w14:textId="77777777" w:rsidR="00BF70CB" w:rsidRPr="00C42C8F" w:rsidRDefault="00BF70CB" w:rsidP="002262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C42C8F">
              <w:rPr>
                <w:rFonts w:ascii="Corbel" w:hAnsi="Corbel"/>
                <w:sz w:val="24"/>
              </w:rPr>
              <w:t xml:space="preserve">Interwencja kryzysowa w chorobie nowotworowej   </w:t>
            </w:r>
          </w:p>
        </w:tc>
      </w:tr>
      <w:tr w:rsidR="00BF70CB" w:rsidRPr="009C54AE" w14:paraId="5009DA5A" w14:textId="77777777" w:rsidTr="001D5149">
        <w:tc>
          <w:tcPr>
            <w:tcW w:w="9520" w:type="dxa"/>
          </w:tcPr>
          <w:p w14:paraId="7A880A8E" w14:textId="77777777" w:rsidR="00BF70CB" w:rsidRPr="00C42C8F" w:rsidRDefault="00BF70CB" w:rsidP="002262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C42C8F">
              <w:rPr>
                <w:rFonts w:ascii="Corbel" w:hAnsi="Corbel"/>
                <w:sz w:val="24"/>
              </w:rPr>
              <w:t xml:space="preserve">Zapobieganie kryzysom w związkach partnerskich   </w:t>
            </w:r>
          </w:p>
        </w:tc>
      </w:tr>
      <w:tr w:rsidR="006941E4" w:rsidRPr="009C54AE" w14:paraId="2246E8DF" w14:textId="77777777" w:rsidTr="001D5149">
        <w:tc>
          <w:tcPr>
            <w:tcW w:w="9520" w:type="dxa"/>
          </w:tcPr>
          <w:p w14:paraId="250A96C6" w14:textId="77777777" w:rsidR="006941E4" w:rsidRPr="00C42C8F" w:rsidRDefault="006941E4" w:rsidP="002262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Przykłady interwencji – ćwiczenia w grupach</w:t>
            </w:r>
          </w:p>
        </w:tc>
      </w:tr>
    </w:tbl>
    <w:p w14:paraId="15607CAB" w14:textId="77777777" w:rsidR="00484EBF" w:rsidRDefault="00484EBF" w:rsidP="007317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9B74C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3DCBDA8" w14:textId="77777777" w:rsidR="006941E4" w:rsidRPr="00C42C8F" w:rsidRDefault="006941E4" w:rsidP="006941E4">
      <w:pPr>
        <w:pStyle w:val="Punktygwne"/>
        <w:spacing w:after="0"/>
        <w:rPr>
          <w:rFonts w:ascii="Corbel" w:hAnsi="Corbel"/>
          <w:b w:val="0"/>
          <w:smallCaps w:val="0"/>
        </w:rPr>
      </w:pPr>
      <w:r w:rsidRPr="00C42C8F">
        <w:rPr>
          <w:rFonts w:ascii="Corbel" w:hAnsi="Corbel"/>
          <w:b w:val="0"/>
          <w:smallCaps w:val="0"/>
        </w:rPr>
        <w:t>Warsztaty: analiza i interpretacja tekstów źródłowych, dyskusja, pr</w:t>
      </w:r>
      <w:r>
        <w:rPr>
          <w:rFonts w:ascii="Corbel" w:hAnsi="Corbel"/>
          <w:b w:val="0"/>
          <w:smallCaps w:val="0"/>
        </w:rPr>
        <w:t xml:space="preserve">ezentacje multimedialne, praca </w:t>
      </w:r>
      <w:r w:rsidRPr="00C42C8F">
        <w:rPr>
          <w:rFonts w:ascii="Corbel" w:hAnsi="Corbel"/>
          <w:b w:val="0"/>
          <w:smallCaps w:val="0"/>
        </w:rPr>
        <w:t>w grupach</w:t>
      </w:r>
    </w:p>
    <w:p w14:paraId="3664A01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5D4AF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11FF0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71C82C" w14:textId="77777777" w:rsidR="0085747A" w:rsidRDefault="0085747A" w:rsidP="00524C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7513BF" w:rsidRPr="00D56E31" w14:paraId="1462F420" w14:textId="77777777" w:rsidTr="00FE19E9">
        <w:tc>
          <w:tcPr>
            <w:tcW w:w="1962" w:type="dxa"/>
            <w:vAlign w:val="center"/>
          </w:tcPr>
          <w:p w14:paraId="681919E5" w14:textId="77777777"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26036532" w14:textId="77777777"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4E046E" w14:textId="77777777"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2B0CE4ED" w14:textId="77777777"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B72068" w14:textId="77777777"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513BF" w:rsidRPr="00D56E31" w14:paraId="4B484816" w14:textId="77777777" w:rsidTr="00FE19E9">
        <w:tc>
          <w:tcPr>
            <w:tcW w:w="1962" w:type="dxa"/>
          </w:tcPr>
          <w:p w14:paraId="333C27E6" w14:textId="77777777" w:rsidR="007513BF" w:rsidRPr="00D56E31" w:rsidRDefault="007513BF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25D365D8" w14:textId="5A4B6F3E" w:rsidR="007513BF" w:rsidRPr="00D56E31" w:rsidRDefault="00D40823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</w:t>
            </w:r>
            <w:r w:rsidR="00A92FE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2FEE">
              <w:rPr>
                <w:rFonts w:ascii="Corbel" w:hAnsi="Corbel"/>
                <w:b w:val="0"/>
                <w:smallCaps w:val="0"/>
                <w:szCs w:val="24"/>
              </w:rPr>
              <w:t xml:space="preserve">multimedialna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nt. wybranej interwencji</w:t>
            </w:r>
          </w:p>
        </w:tc>
        <w:tc>
          <w:tcPr>
            <w:tcW w:w="2120" w:type="dxa"/>
          </w:tcPr>
          <w:p w14:paraId="39F6C74B" w14:textId="77777777"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A92FEE" w:rsidRPr="00D56E31" w14:paraId="179F4F9F" w14:textId="77777777" w:rsidTr="00FE19E9">
        <w:tc>
          <w:tcPr>
            <w:tcW w:w="1962" w:type="dxa"/>
          </w:tcPr>
          <w:p w14:paraId="2F02448B" w14:textId="77777777"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050C4617" w14:textId="46E304BA"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 multimedialna nt. wybranej interwencji</w:t>
            </w:r>
          </w:p>
        </w:tc>
        <w:tc>
          <w:tcPr>
            <w:tcW w:w="2120" w:type="dxa"/>
          </w:tcPr>
          <w:p w14:paraId="42E99FAC" w14:textId="77777777" w:rsidR="00A92FEE" w:rsidRPr="00D56E31" w:rsidRDefault="00A92FEE" w:rsidP="00A92F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A92FEE" w:rsidRPr="00D56E31" w14:paraId="170D887E" w14:textId="77777777" w:rsidTr="00FE19E9">
        <w:tc>
          <w:tcPr>
            <w:tcW w:w="1962" w:type="dxa"/>
          </w:tcPr>
          <w:p w14:paraId="55BE3AD6" w14:textId="77777777"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14:paraId="7DE406CB" w14:textId="426BD575"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 multimedialna nt. wybranej interwencji</w:t>
            </w:r>
          </w:p>
        </w:tc>
        <w:tc>
          <w:tcPr>
            <w:tcW w:w="2120" w:type="dxa"/>
          </w:tcPr>
          <w:p w14:paraId="2FE59EE5" w14:textId="77777777" w:rsidR="00A92FEE" w:rsidRPr="00D56E31" w:rsidRDefault="00A92FEE" w:rsidP="00A92F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A92FEE" w:rsidRPr="00D56E31" w14:paraId="5924E608" w14:textId="77777777" w:rsidTr="00FE19E9">
        <w:tc>
          <w:tcPr>
            <w:tcW w:w="1962" w:type="dxa"/>
          </w:tcPr>
          <w:p w14:paraId="7D3A0051" w14:textId="77777777"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352B2C9F" w14:textId="77777777"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545B99B7" w14:textId="77777777" w:rsidR="00A92FEE" w:rsidRPr="00D56E31" w:rsidRDefault="00A92FEE" w:rsidP="00A92F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A92FEE" w:rsidRPr="00D56E31" w14:paraId="32C1A869" w14:textId="77777777" w:rsidTr="00FE19E9">
        <w:tc>
          <w:tcPr>
            <w:tcW w:w="1962" w:type="dxa"/>
          </w:tcPr>
          <w:p w14:paraId="7799B7F7" w14:textId="77777777"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5F33709F" w14:textId="77777777"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53746132" w14:textId="77777777" w:rsidR="00A92FEE" w:rsidRPr="00D56E31" w:rsidRDefault="00A92FEE" w:rsidP="00A92F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A92FEE" w:rsidRPr="00D56E31" w14:paraId="60AC4015" w14:textId="77777777" w:rsidTr="00FE19E9">
        <w:tc>
          <w:tcPr>
            <w:tcW w:w="1962" w:type="dxa"/>
          </w:tcPr>
          <w:p w14:paraId="4A66978A" w14:textId="77777777"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5CD06957" w14:textId="77777777"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42661123" w14:textId="77777777" w:rsidR="00A92FEE" w:rsidRPr="00D56E31" w:rsidRDefault="00A92FEE" w:rsidP="00A92F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</w:tbl>
    <w:p w14:paraId="254ECD5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28A892" w14:textId="77777777" w:rsidR="00923D7D" w:rsidRPr="00C6373B" w:rsidRDefault="0085747A" w:rsidP="00C6373B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BF31B7" w14:textId="77777777" w:rsidTr="00923D7D">
        <w:tc>
          <w:tcPr>
            <w:tcW w:w="9670" w:type="dxa"/>
          </w:tcPr>
          <w:p w14:paraId="41D7CFB1" w14:textId="50C118C8" w:rsidR="00F058B7" w:rsidRDefault="00F058B7" w:rsidP="00F058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14:paraId="42235FAE" w14:textId="224875C2" w:rsidR="00D87D50" w:rsidRPr="0085026A" w:rsidRDefault="00D87D50" w:rsidP="00D87D50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Bdb. (5): Przygotowanie prezentacji multimedialnej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prawidłowe omówienie. </w:t>
            </w:r>
          </w:p>
          <w:p w14:paraId="621A7658" w14:textId="50DA6765" w:rsidR="00D87D50" w:rsidRPr="0085026A" w:rsidRDefault="00D87D50" w:rsidP="00D87D50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Db. (4): Przygotowanie prezentacji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bez omówienia.</w:t>
            </w:r>
          </w:p>
          <w:p w14:paraId="2C3AE988" w14:textId="65BD7850" w:rsidR="00D87D50" w:rsidRDefault="00D87D50" w:rsidP="00D87D50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Dost. (3): Przygotowanie niepełnej prezentacji multimedialnej, z istotnymi pominięciami w zadanej tematyce.</w:t>
            </w:r>
          </w:p>
          <w:p w14:paraId="6B1DDEE5" w14:textId="09295680" w:rsidR="00D87D50" w:rsidRDefault="00D87D50" w:rsidP="00D87D50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Ndst. (2): Brak prezentacji.</w:t>
            </w:r>
          </w:p>
          <w:p w14:paraId="2834FC36" w14:textId="77777777" w:rsidR="0078317F" w:rsidRDefault="0078317F" w:rsidP="0078317F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9FD3AA2" w14:textId="4326B6EC" w:rsidR="0078317F" w:rsidRPr="00121610" w:rsidRDefault="00F058B7" w:rsidP="00D87D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pełna może zostać obniżona o pół stopnia w przypadku więcej niż dwóch nieobecności nieusprawiedliwionych, bądź </w:t>
            </w:r>
            <w:r w:rsidR="00524CAB">
              <w:rPr>
                <w:rFonts w:ascii="Corbel" w:hAnsi="Corbel"/>
                <w:b w:val="0"/>
                <w:smallCaps w:val="0"/>
                <w:szCs w:val="24"/>
              </w:rPr>
              <w:t>może zostać podwyższona o pół stopnia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 </w:t>
            </w:r>
            <w:r w:rsidR="00524CAB">
              <w:rPr>
                <w:rFonts w:ascii="Corbel" w:hAnsi="Corbel"/>
                <w:b w:val="0"/>
                <w:smallCaps w:val="0"/>
                <w:szCs w:val="24"/>
              </w:rPr>
              <w:t xml:space="preserve">co najmniej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trzykrotny aktywny udział </w:t>
            </w:r>
            <w:r w:rsidR="00524CAB">
              <w:rPr>
                <w:rFonts w:ascii="Corbel" w:hAnsi="Corbel"/>
                <w:b w:val="0"/>
                <w:smallCaps w:val="0"/>
                <w:szCs w:val="24"/>
              </w:rPr>
              <w:t xml:space="preserve">studenta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</w:tc>
      </w:tr>
    </w:tbl>
    <w:p w14:paraId="3A82A65C" w14:textId="77777777" w:rsidR="0078317F" w:rsidRDefault="0078317F" w:rsidP="007D4170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2BE323A8" w14:textId="3F444E75" w:rsidR="007D4170" w:rsidRDefault="007D4170" w:rsidP="007D4170">
      <w:pPr>
        <w:pStyle w:val="Bezodstpw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>CAŁKOWITY NAKŁAD PRACY STUDENTA POTRZEBNY DO OSIĄGNIĘCIA ZAŁOŻONYCH</w:t>
      </w:r>
    </w:p>
    <w:p w14:paraId="5C894E4A" w14:textId="710EE629" w:rsidR="0085747A" w:rsidRPr="00D87D50" w:rsidRDefault="00C61DC5" w:rsidP="00D87D50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236E0E4" w14:textId="77777777" w:rsidTr="003E1941">
        <w:tc>
          <w:tcPr>
            <w:tcW w:w="4962" w:type="dxa"/>
            <w:vAlign w:val="center"/>
          </w:tcPr>
          <w:p w14:paraId="1A8D624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00C9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FD477EB" w14:textId="77777777" w:rsidTr="00373BCC">
        <w:tc>
          <w:tcPr>
            <w:tcW w:w="4962" w:type="dxa"/>
          </w:tcPr>
          <w:p w14:paraId="6E5E6F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37F51286" w14:textId="77777777" w:rsidR="0085747A" w:rsidRPr="009C54AE" w:rsidRDefault="00272B59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F617B54" w14:textId="77777777" w:rsidTr="00373BCC">
        <w:tc>
          <w:tcPr>
            <w:tcW w:w="4962" w:type="dxa"/>
          </w:tcPr>
          <w:p w14:paraId="2509590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2A90F2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AB7FC93" w14:textId="77777777" w:rsidR="00C61DC5" w:rsidRPr="009C54AE" w:rsidRDefault="00373BCC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E91B3EF" w14:textId="77777777" w:rsidTr="00373BCC">
        <w:tc>
          <w:tcPr>
            <w:tcW w:w="4962" w:type="dxa"/>
          </w:tcPr>
          <w:p w14:paraId="39C51CE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20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9F1DBFF" w14:textId="77777777" w:rsidR="00C61DC5" w:rsidRPr="009C54AE" w:rsidRDefault="001A34B8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05A8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18C3057" w14:textId="77777777" w:rsidTr="003200C6">
        <w:trPr>
          <w:trHeight w:val="370"/>
        </w:trPr>
        <w:tc>
          <w:tcPr>
            <w:tcW w:w="4962" w:type="dxa"/>
          </w:tcPr>
          <w:p w14:paraId="26B099B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004C1D0" w14:textId="77777777" w:rsidR="0085747A" w:rsidRPr="009C54AE" w:rsidRDefault="00373BCC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D05A83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5D21A553" w14:textId="77777777" w:rsidTr="003200C6">
        <w:trPr>
          <w:trHeight w:val="349"/>
        </w:trPr>
        <w:tc>
          <w:tcPr>
            <w:tcW w:w="4962" w:type="dxa"/>
          </w:tcPr>
          <w:p w14:paraId="6A2743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F438A68" w14:textId="77777777" w:rsidR="0085747A" w:rsidRPr="009C54AE" w:rsidRDefault="005F0342" w:rsidP="00320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D0509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8AFCEB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8ECCB2" w14:textId="2C4154A3" w:rsidR="0085747A" w:rsidRPr="009C54AE" w:rsidRDefault="0071620A" w:rsidP="00306CF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9C54AE" w14:paraId="40A9E625" w14:textId="77777777" w:rsidTr="00B9376A">
        <w:trPr>
          <w:trHeight w:val="397"/>
        </w:trPr>
        <w:tc>
          <w:tcPr>
            <w:tcW w:w="3715" w:type="dxa"/>
          </w:tcPr>
          <w:p w14:paraId="604FC81E" w14:textId="77777777" w:rsidR="0085747A" w:rsidRPr="009C54AE" w:rsidRDefault="0085747A" w:rsidP="00C47C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6FBCFFB0" w14:textId="77777777" w:rsidR="0085747A" w:rsidRPr="009C54AE" w:rsidRDefault="00C637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36422CD5" w14:textId="77777777" w:rsidTr="00B9376A">
        <w:trPr>
          <w:trHeight w:val="397"/>
        </w:trPr>
        <w:tc>
          <w:tcPr>
            <w:tcW w:w="3715" w:type="dxa"/>
          </w:tcPr>
          <w:p w14:paraId="50EEDFCC" w14:textId="77777777" w:rsidR="0085747A" w:rsidRPr="009C54AE" w:rsidRDefault="0085747A" w:rsidP="00C47C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770C8473" w14:textId="77777777" w:rsidR="0085747A" w:rsidRPr="009C54AE" w:rsidRDefault="00C637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23BEC75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F3086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5747A" w:rsidRPr="009C54AE" w14:paraId="218F7445" w14:textId="77777777" w:rsidTr="00DF0E85">
        <w:trPr>
          <w:trHeight w:val="397"/>
        </w:trPr>
        <w:tc>
          <w:tcPr>
            <w:tcW w:w="9639" w:type="dxa"/>
          </w:tcPr>
          <w:p w14:paraId="12A86D56" w14:textId="77777777" w:rsidR="00B00572" w:rsidRPr="008618B4" w:rsidRDefault="00B00572" w:rsidP="00B00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8B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772587" w14:textId="77777777" w:rsidR="00B00572" w:rsidRPr="00A54C83" w:rsidRDefault="00B00572" w:rsidP="00B00572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eastAsia="Cambria" w:hAnsi="Corbel"/>
              </w:rPr>
            </w:pPr>
            <w:r w:rsidRPr="00547D73">
              <w:rPr>
                <w:rFonts w:ascii="Corbel" w:eastAsia="Cambria" w:hAnsi="Corbel"/>
              </w:rPr>
              <w:t xml:space="preserve">Greenstone, J.L., Leviton, S.C. (2005). </w:t>
            </w:r>
            <w:r w:rsidRPr="00A54C83">
              <w:rPr>
                <w:rFonts w:ascii="Corbel" w:eastAsia="Cambria" w:hAnsi="Corbel"/>
                <w:i/>
              </w:rPr>
              <w:t>Interwencja kryzysowa</w:t>
            </w:r>
            <w:r>
              <w:rPr>
                <w:rFonts w:ascii="Corbel" w:eastAsia="Cambria" w:hAnsi="Corbel"/>
                <w:i/>
              </w:rPr>
              <w:t>.</w:t>
            </w:r>
            <w:r w:rsidRPr="00A54C83">
              <w:rPr>
                <w:rFonts w:ascii="Corbel" w:eastAsia="Cambria" w:hAnsi="Corbel"/>
              </w:rPr>
              <w:t xml:space="preserve"> </w:t>
            </w:r>
            <w:r>
              <w:rPr>
                <w:rFonts w:ascii="Corbel" w:eastAsia="Cambria" w:hAnsi="Corbel"/>
              </w:rPr>
              <w:t xml:space="preserve">Gdańsk: </w:t>
            </w:r>
            <w:r w:rsidRPr="00A54C83">
              <w:rPr>
                <w:rFonts w:ascii="Corbel" w:eastAsia="Cambria" w:hAnsi="Corbel"/>
              </w:rPr>
              <w:t>GWP</w:t>
            </w:r>
            <w:r>
              <w:rPr>
                <w:rFonts w:ascii="Corbel" w:eastAsia="Cambria" w:hAnsi="Corbel"/>
              </w:rPr>
              <w:t xml:space="preserve">. Dostępna online: </w:t>
            </w:r>
            <w:hyperlink r:id="rId8" w:history="1">
              <w:r w:rsidRPr="00000A21">
                <w:rPr>
                  <w:rStyle w:val="Hipercze"/>
                  <w:rFonts w:ascii="Corbel" w:eastAsia="Cambria" w:hAnsi="Corbel"/>
                </w:rPr>
                <w:t>https://docer.pl/doc/ecev0</w:t>
              </w:r>
            </w:hyperlink>
            <w:r>
              <w:rPr>
                <w:rFonts w:ascii="Corbel" w:eastAsia="Cambria" w:hAnsi="Corbel"/>
              </w:rPr>
              <w:t xml:space="preserve">  </w:t>
            </w:r>
          </w:p>
          <w:p w14:paraId="0FE7891B" w14:textId="77777777" w:rsidR="00B00572" w:rsidRPr="00A54C83" w:rsidRDefault="00B00572" w:rsidP="00B00572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eastAsia="Cambria" w:hAnsi="Corbel"/>
              </w:rPr>
            </w:pPr>
            <w:r w:rsidRPr="00F11350">
              <w:rPr>
                <w:rFonts w:ascii="Corbel" w:eastAsia="Cambria" w:hAnsi="Corbel"/>
                <w:lang w:val="en-US"/>
              </w:rPr>
              <w:t xml:space="preserve">James, R.K., Gilliland, B.E. (2008). </w:t>
            </w:r>
            <w:r w:rsidRPr="00A54C83">
              <w:rPr>
                <w:rFonts w:ascii="Corbel" w:eastAsia="Cambria" w:hAnsi="Corbel"/>
                <w:i/>
              </w:rPr>
              <w:t>Strategie interwencji kryzysowej</w:t>
            </w:r>
            <w:r>
              <w:rPr>
                <w:rFonts w:ascii="Corbel" w:eastAsia="Cambria" w:hAnsi="Corbel"/>
                <w:i/>
              </w:rPr>
              <w:t xml:space="preserve">. </w:t>
            </w:r>
            <w:r w:rsidRPr="00A54C83">
              <w:rPr>
                <w:rFonts w:ascii="Corbel" w:eastAsia="Cambria" w:hAnsi="Corbel"/>
              </w:rPr>
              <w:t>Warszawa</w:t>
            </w:r>
            <w:r>
              <w:rPr>
                <w:rFonts w:ascii="Corbel" w:eastAsia="Cambria" w:hAnsi="Corbel"/>
              </w:rPr>
              <w:t>: Parpamedia.</w:t>
            </w:r>
            <w:r w:rsidRPr="00A54C83">
              <w:rPr>
                <w:rFonts w:ascii="Corbel" w:eastAsia="Cambria" w:hAnsi="Corbel"/>
              </w:rPr>
              <w:t xml:space="preserve"> </w:t>
            </w:r>
            <w:r>
              <w:rPr>
                <w:rFonts w:ascii="Corbel" w:eastAsia="Cambria" w:hAnsi="Corbel"/>
              </w:rPr>
              <w:t xml:space="preserve">Dostępna online: </w:t>
            </w:r>
            <w:hyperlink r:id="rId9" w:history="1">
              <w:r w:rsidRPr="00000A21">
                <w:rPr>
                  <w:rStyle w:val="Hipercze"/>
                  <w:rFonts w:ascii="Corbel" w:eastAsia="Cambria" w:hAnsi="Corbel"/>
                </w:rPr>
                <w:t>https://docer.pl/doc/ns5nxen</w:t>
              </w:r>
            </w:hyperlink>
            <w:r>
              <w:rPr>
                <w:rFonts w:ascii="Corbel" w:eastAsia="Cambria" w:hAnsi="Corbel"/>
              </w:rPr>
              <w:t xml:space="preserve"> </w:t>
            </w:r>
          </w:p>
          <w:p w14:paraId="33821C96" w14:textId="40839B36" w:rsidR="00162284" w:rsidRPr="009E4505" w:rsidRDefault="00B00572" w:rsidP="00B00572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eastAsia="Cambria" w:hAnsi="Corbel"/>
                <w:szCs w:val="24"/>
              </w:rPr>
            </w:pPr>
            <w:r w:rsidRPr="00A54C83">
              <w:rPr>
                <w:rFonts w:ascii="Corbel" w:eastAsia="Cambria" w:hAnsi="Corbel"/>
              </w:rPr>
              <w:t>Pilecka</w:t>
            </w:r>
            <w:r>
              <w:rPr>
                <w:rFonts w:ascii="Corbel" w:eastAsia="Cambria" w:hAnsi="Corbel"/>
              </w:rPr>
              <w:t>,</w:t>
            </w:r>
            <w:r w:rsidRPr="00A54C83">
              <w:rPr>
                <w:rFonts w:ascii="Corbel" w:eastAsia="Cambria" w:hAnsi="Corbel"/>
              </w:rPr>
              <w:t xml:space="preserve"> B.</w:t>
            </w:r>
            <w:r>
              <w:rPr>
                <w:rFonts w:ascii="Corbel" w:eastAsia="Cambria" w:hAnsi="Corbel"/>
              </w:rPr>
              <w:t xml:space="preserve"> (2004).</w:t>
            </w:r>
            <w:r w:rsidRPr="00A54C83">
              <w:rPr>
                <w:rFonts w:ascii="Corbel" w:eastAsia="Cambria" w:hAnsi="Corbel"/>
              </w:rPr>
              <w:t xml:space="preserve"> </w:t>
            </w:r>
            <w:r w:rsidRPr="00A54C83">
              <w:rPr>
                <w:rFonts w:ascii="Corbel" w:eastAsia="Cambria" w:hAnsi="Corbel"/>
                <w:i/>
              </w:rPr>
              <w:t>Kryzys psychologiczny: wybrane zagadnienia</w:t>
            </w:r>
            <w:r>
              <w:rPr>
                <w:rFonts w:ascii="Corbel" w:eastAsia="Cambria" w:hAnsi="Corbel"/>
                <w:i/>
              </w:rPr>
              <w:t xml:space="preserve">. </w:t>
            </w:r>
            <w:r w:rsidRPr="00F11350">
              <w:rPr>
                <w:rFonts w:ascii="Corbel" w:eastAsia="Cambria" w:hAnsi="Corbel"/>
                <w:iCs/>
              </w:rPr>
              <w:t>Kraków:</w:t>
            </w:r>
            <w:r>
              <w:rPr>
                <w:rFonts w:ascii="Corbel" w:eastAsia="Cambria" w:hAnsi="Corbel"/>
                <w:i/>
              </w:rPr>
              <w:t xml:space="preserve"> </w:t>
            </w:r>
            <w:r w:rsidRPr="00A54C83">
              <w:rPr>
                <w:rFonts w:ascii="Corbel" w:eastAsia="Cambria" w:hAnsi="Corbel"/>
              </w:rPr>
              <w:t>Wyd. UJ</w:t>
            </w:r>
            <w:r>
              <w:rPr>
                <w:rFonts w:ascii="Corbel" w:eastAsia="Cambria" w:hAnsi="Corbel"/>
              </w:rPr>
              <w:t xml:space="preserve">. Dostępna online: </w:t>
            </w:r>
            <w:hyperlink r:id="rId10" w:history="1">
              <w:r w:rsidRPr="00000A21">
                <w:rPr>
                  <w:rStyle w:val="Hipercze"/>
                  <w:rFonts w:ascii="Corbel" w:eastAsia="Cambria" w:hAnsi="Corbel"/>
                </w:rPr>
                <w:t>https://ruj.uj.edu.pl/xmlui/bitstream/handle/item/157574/pilecka_kryzys_psychologiczny_wybrane_zagadnienia_2004.pdf?sequence=1&amp;isAllowed=y</w:t>
              </w:r>
            </w:hyperlink>
            <w:r>
              <w:rPr>
                <w:rFonts w:ascii="Corbel" w:eastAsia="Cambria" w:hAnsi="Corbel"/>
              </w:rPr>
              <w:t xml:space="preserve">   </w:t>
            </w:r>
          </w:p>
        </w:tc>
      </w:tr>
      <w:tr w:rsidR="0085747A" w:rsidRPr="009C54AE" w14:paraId="25826274" w14:textId="77777777" w:rsidTr="00DF0E85">
        <w:trPr>
          <w:trHeight w:val="397"/>
        </w:trPr>
        <w:tc>
          <w:tcPr>
            <w:tcW w:w="9639" w:type="dxa"/>
          </w:tcPr>
          <w:p w14:paraId="64D10197" w14:textId="77777777" w:rsidR="0004626C" w:rsidRPr="008618B4" w:rsidRDefault="0004626C" w:rsidP="000462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8B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36EE66" w14:textId="77777777" w:rsidR="0004626C" w:rsidRPr="00A54C83" w:rsidRDefault="0004626C" w:rsidP="0004626C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eastAsia="Cambria" w:hAnsi="Corbel"/>
              </w:rPr>
            </w:pPr>
            <w:r w:rsidRPr="00A54C83">
              <w:rPr>
                <w:rFonts w:ascii="Corbel" w:eastAsia="Cambria" w:hAnsi="Corbel"/>
              </w:rPr>
              <w:t>Badura-Madej</w:t>
            </w:r>
            <w:r>
              <w:rPr>
                <w:rFonts w:ascii="Corbel" w:eastAsia="Cambria" w:hAnsi="Corbel"/>
              </w:rPr>
              <w:t>,</w:t>
            </w:r>
            <w:r w:rsidRPr="00A54C83">
              <w:rPr>
                <w:rFonts w:ascii="Corbel" w:eastAsia="Cambria" w:hAnsi="Corbel"/>
              </w:rPr>
              <w:t xml:space="preserve"> W. red.</w:t>
            </w:r>
            <w:r>
              <w:rPr>
                <w:rFonts w:ascii="Corbel" w:eastAsia="Cambria" w:hAnsi="Corbel"/>
              </w:rPr>
              <w:t xml:space="preserve"> (1999).</w:t>
            </w:r>
            <w:r w:rsidRPr="00A54C83">
              <w:rPr>
                <w:rFonts w:ascii="Corbel" w:eastAsia="Cambria" w:hAnsi="Corbel"/>
              </w:rPr>
              <w:t xml:space="preserve"> </w:t>
            </w:r>
            <w:r w:rsidRPr="00A54C83">
              <w:rPr>
                <w:rFonts w:ascii="Corbel" w:eastAsia="Cambria" w:hAnsi="Corbel"/>
                <w:i/>
              </w:rPr>
              <w:t>Wybrane zagadnienia interwencji kryzysowej. Poradnik dla pracowników socjalnych</w:t>
            </w:r>
            <w:r>
              <w:rPr>
                <w:rFonts w:ascii="Corbel" w:eastAsia="Cambria" w:hAnsi="Corbel"/>
                <w:i/>
              </w:rPr>
              <w:t xml:space="preserve">. Katowice: </w:t>
            </w:r>
            <w:r w:rsidRPr="00A54C83">
              <w:rPr>
                <w:rFonts w:ascii="Corbel" w:eastAsia="Cambria" w:hAnsi="Corbel"/>
              </w:rPr>
              <w:t>Wyd</w:t>
            </w:r>
            <w:r>
              <w:rPr>
                <w:rFonts w:ascii="Corbel" w:eastAsia="Cambria" w:hAnsi="Corbel"/>
              </w:rPr>
              <w:t>.</w:t>
            </w:r>
            <w:r w:rsidRPr="00A54C83">
              <w:rPr>
                <w:rFonts w:ascii="Corbel" w:eastAsia="Cambria" w:hAnsi="Corbel"/>
              </w:rPr>
              <w:t xml:space="preserve"> Śląs</w:t>
            </w:r>
            <w:r>
              <w:rPr>
                <w:rFonts w:ascii="Corbel" w:eastAsia="Cambria" w:hAnsi="Corbel"/>
              </w:rPr>
              <w:t xml:space="preserve">k. Dostępna online: </w:t>
            </w:r>
            <w:hyperlink r:id="rId11" w:history="1">
              <w:r w:rsidRPr="00000A21">
                <w:rPr>
                  <w:rStyle w:val="Hipercze"/>
                  <w:rFonts w:ascii="Corbel" w:eastAsia="Cambria" w:hAnsi="Corbel"/>
                </w:rPr>
                <w:t>https://docer.pl/doc/xncnc0e</w:t>
              </w:r>
            </w:hyperlink>
            <w:r>
              <w:rPr>
                <w:rFonts w:ascii="Corbel" w:eastAsia="Cambria" w:hAnsi="Corbel"/>
              </w:rPr>
              <w:t xml:space="preserve">  </w:t>
            </w:r>
          </w:p>
          <w:p w14:paraId="73649226" w14:textId="77777777" w:rsidR="0004626C" w:rsidRPr="00547D73" w:rsidRDefault="0004626C" w:rsidP="0004626C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eastAsia="Cambria" w:hAnsi="Corbel"/>
                <w:lang w:val="en-US"/>
              </w:rPr>
            </w:pPr>
            <w:r w:rsidRPr="00D52A50">
              <w:rPr>
                <w:rFonts w:ascii="Corbel" w:eastAsia="Cambria" w:hAnsi="Corbel"/>
              </w:rPr>
              <w:t>Frąckowiak</w:t>
            </w:r>
            <w:r>
              <w:rPr>
                <w:rFonts w:ascii="Corbel" w:eastAsia="Cambria" w:hAnsi="Corbel"/>
              </w:rPr>
              <w:t>, M.</w:t>
            </w:r>
            <w:r w:rsidRPr="00D52A50">
              <w:rPr>
                <w:rFonts w:ascii="Corbel" w:eastAsia="Cambria" w:hAnsi="Corbel"/>
              </w:rPr>
              <w:t>, Motyka</w:t>
            </w:r>
            <w:r>
              <w:rPr>
                <w:rFonts w:ascii="Corbel" w:eastAsia="Cambria" w:hAnsi="Corbel"/>
              </w:rPr>
              <w:t xml:space="preserve">, M. (2015). </w:t>
            </w:r>
            <w:r w:rsidRPr="00D52A50">
              <w:rPr>
                <w:rFonts w:ascii="Corbel" w:eastAsia="Cambria" w:hAnsi="Corbel"/>
                <w:i/>
                <w:iCs/>
              </w:rPr>
              <w:t>Przeciwdziałanie problemom alkoholowym - przegląd oddziaływań mogących wzajemnie się uzupełniać</w:t>
            </w:r>
            <w:r>
              <w:rPr>
                <w:rFonts w:ascii="Corbel" w:eastAsia="Cambria" w:hAnsi="Corbel"/>
                <w:i/>
                <w:iCs/>
              </w:rPr>
              <w:t>.</w:t>
            </w:r>
            <w:r>
              <w:rPr>
                <w:rFonts w:ascii="Corbel" w:eastAsia="Cambria" w:hAnsi="Corbel"/>
              </w:rPr>
              <w:t xml:space="preserve"> </w:t>
            </w:r>
            <w:r w:rsidRPr="00547D73">
              <w:rPr>
                <w:rFonts w:ascii="Corbel" w:eastAsia="Cambria" w:hAnsi="Corbel"/>
                <w:lang w:val="en-US"/>
              </w:rPr>
              <w:t xml:space="preserve">„Hygeia Public Health”, 2(50), 323-330. Dostępny online: </w:t>
            </w:r>
            <w:hyperlink r:id="rId12" w:history="1">
              <w:r w:rsidRPr="00547D73">
                <w:rPr>
                  <w:rStyle w:val="Hipercze"/>
                  <w:rFonts w:ascii="Corbel" w:eastAsia="Cambria" w:hAnsi="Corbel"/>
                  <w:lang w:val="en-US"/>
                </w:rPr>
                <w:t>http://www.h-ph.pl/hyg.php?opc=AR&amp;lng=pl&amp;art=505</w:t>
              </w:r>
            </w:hyperlink>
            <w:r w:rsidRPr="00547D73">
              <w:rPr>
                <w:rFonts w:ascii="Corbel" w:eastAsia="Cambria" w:hAnsi="Corbel"/>
                <w:lang w:val="en-US"/>
              </w:rPr>
              <w:t xml:space="preserve">  </w:t>
            </w:r>
          </w:p>
          <w:p w14:paraId="7BCB6F83" w14:textId="77777777" w:rsidR="0004626C" w:rsidRPr="00A54C83" w:rsidRDefault="0004626C" w:rsidP="0004626C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eastAsia="Cambria" w:hAnsi="Corbel"/>
              </w:rPr>
            </w:pPr>
            <w:r w:rsidRPr="00A54C83">
              <w:rPr>
                <w:rFonts w:ascii="Corbel" w:eastAsia="Cambria" w:hAnsi="Corbel"/>
              </w:rPr>
              <w:t>Krzesińska-Żach</w:t>
            </w:r>
            <w:r>
              <w:rPr>
                <w:rFonts w:ascii="Corbel" w:eastAsia="Cambria" w:hAnsi="Corbel"/>
              </w:rPr>
              <w:t>,</w:t>
            </w:r>
            <w:r w:rsidRPr="00A54C83">
              <w:rPr>
                <w:rFonts w:ascii="Corbel" w:eastAsia="Cambria" w:hAnsi="Corbel"/>
              </w:rPr>
              <w:t xml:space="preserve"> B.</w:t>
            </w:r>
            <w:r>
              <w:rPr>
                <w:rFonts w:ascii="Corbel" w:eastAsia="Cambria" w:hAnsi="Corbel"/>
              </w:rPr>
              <w:t xml:space="preserve"> (2007).</w:t>
            </w:r>
            <w:r w:rsidRPr="00A54C83">
              <w:rPr>
                <w:rFonts w:ascii="Corbel" w:eastAsia="Cambria" w:hAnsi="Corbel"/>
              </w:rPr>
              <w:t xml:space="preserve"> </w:t>
            </w:r>
            <w:r w:rsidRPr="00A54C83">
              <w:rPr>
                <w:rFonts w:ascii="Corbel" w:eastAsia="Cambria" w:hAnsi="Corbel"/>
                <w:i/>
              </w:rPr>
              <w:t>Człowiek w sytuacji zagrożenia jako podmiot oddziaływań pracownika socjalnego. materiały pomocnicze dla studentów</w:t>
            </w:r>
            <w:r>
              <w:rPr>
                <w:rFonts w:ascii="Corbel" w:eastAsia="Cambria" w:hAnsi="Corbel"/>
                <w:i/>
              </w:rPr>
              <w:t xml:space="preserve">. </w:t>
            </w:r>
            <w:r w:rsidRPr="00F11350">
              <w:rPr>
                <w:rFonts w:ascii="Corbel" w:eastAsia="Cambria" w:hAnsi="Corbel"/>
                <w:iCs/>
              </w:rPr>
              <w:t>Białystok: Trans Humana</w:t>
            </w:r>
            <w:r>
              <w:rPr>
                <w:rFonts w:ascii="Corbel" w:eastAsia="Cambria" w:hAnsi="Corbel"/>
              </w:rPr>
              <w:t xml:space="preserve">. Dostępna online: </w:t>
            </w:r>
            <w:hyperlink r:id="rId13" w:history="1">
              <w:r w:rsidRPr="00000A21">
                <w:rPr>
                  <w:rStyle w:val="Hipercze"/>
                  <w:rFonts w:ascii="Corbel" w:eastAsia="Cambria" w:hAnsi="Corbel"/>
                </w:rPr>
                <w:t>https://repozytorium.uwb.edu.pl/jspui/handle/11320/2842</w:t>
              </w:r>
            </w:hyperlink>
            <w:r>
              <w:rPr>
                <w:rFonts w:ascii="Corbel" w:eastAsia="Cambria" w:hAnsi="Corbel"/>
              </w:rPr>
              <w:t xml:space="preserve"> </w:t>
            </w:r>
          </w:p>
          <w:p w14:paraId="4681EDE6" w14:textId="77777777" w:rsidR="0004626C" w:rsidRPr="00A54C83" w:rsidRDefault="0004626C" w:rsidP="0004626C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eastAsia="Cambria" w:hAnsi="Corbel"/>
              </w:rPr>
            </w:pPr>
            <w:r w:rsidRPr="00A54C83">
              <w:rPr>
                <w:rFonts w:ascii="Corbel" w:eastAsia="Cambria" w:hAnsi="Corbel"/>
              </w:rPr>
              <w:t>Kubacka-Jasiecka</w:t>
            </w:r>
            <w:r>
              <w:rPr>
                <w:rFonts w:ascii="Corbel" w:eastAsia="Cambria" w:hAnsi="Corbel"/>
              </w:rPr>
              <w:t>,</w:t>
            </w:r>
            <w:r w:rsidRPr="00A54C83">
              <w:rPr>
                <w:rFonts w:ascii="Corbel" w:eastAsia="Cambria" w:hAnsi="Corbel"/>
              </w:rPr>
              <w:t xml:space="preserve"> D.</w:t>
            </w:r>
            <w:r>
              <w:rPr>
                <w:rFonts w:ascii="Corbel" w:eastAsia="Cambria" w:hAnsi="Corbel"/>
              </w:rPr>
              <w:t xml:space="preserve"> (2010).</w:t>
            </w:r>
            <w:r w:rsidRPr="00A54C83">
              <w:rPr>
                <w:rFonts w:ascii="Corbel" w:eastAsia="Cambria" w:hAnsi="Corbel"/>
              </w:rPr>
              <w:t xml:space="preserve"> </w:t>
            </w:r>
            <w:r w:rsidRPr="00A54C83">
              <w:rPr>
                <w:rFonts w:ascii="Corbel" w:eastAsia="Cambria" w:hAnsi="Corbel"/>
                <w:i/>
              </w:rPr>
              <w:t>Interwencja kryzysowa. Pomoc w kryzysach psychologicznych</w:t>
            </w:r>
            <w:r>
              <w:rPr>
                <w:rFonts w:ascii="Corbel" w:eastAsia="Cambria" w:hAnsi="Corbel"/>
                <w:i/>
              </w:rPr>
              <w:t xml:space="preserve">. </w:t>
            </w:r>
            <w:r w:rsidRPr="00F11350">
              <w:rPr>
                <w:rFonts w:ascii="Corbel" w:eastAsia="Cambria" w:hAnsi="Corbel"/>
                <w:iCs/>
              </w:rPr>
              <w:t>Warszawa:</w:t>
            </w:r>
            <w:r w:rsidRPr="00A54C83">
              <w:rPr>
                <w:rFonts w:ascii="Corbel" w:eastAsia="Cambria" w:hAnsi="Corbel"/>
              </w:rPr>
              <w:t xml:space="preserve"> Wyd. Akademickie i Profesjonalne.</w:t>
            </w:r>
            <w:r>
              <w:rPr>
                <w:rFonts w:ascii="Corbel" w:eastAsia="Cambria" w:hAnsi="Corbel"/>
              </w:rPr>
              <w:t xml:space="preserve"> Dostępna online: </w:t>
            </w:r>
            <w:hyperlink r:id="rId14" w:history="1">
              <w:r w:rsidRPr="00000A21">
                <w:rPr>
                  <w:rStyle w:val="Hipercze"/>
                  <w:rFonts w:ascii="Corbel" w:eastAsia="Cambria" w:hAnsi="Corbel"/>
                </w:rPr>
                <w:t>https://docer.pl/doc/x1e5n0x</w:t>
              </w:r>
            </w:hyperlink>
            <w:r>
              <w:rPr>
                <w:rFonts w:ascii="Corbel" w:eastAsia="Cambria" w:hAnsi="Corbel"/>
              </w:rPr>
              <w:t xml:space="preserve"> </w:t>
            </w:r>
          </w:p>
          <w:p w14:paraId="688DDDC9" w14:textId="4308230C" w:rsidR="000640B8" w:rsidRPr="00B45C0F" w:rsidRDefault="0004626C" w:rsidP="0004626C">
            <w:pPr>
              <w:spacing w:after="0" w:line="240" w:lineRule="auto"/>
              <w:ind w:left="625" w:hanging="625"/>
              <w:contextualSpacing/>
              <w:rPr>
                <w:rFonts w:ascii="Corbel" w:eastAsia="Cambria" w:hAnsi="Corbel"/>
              </w:rPr>
            </w:pPr>
            <w:r w:rsidRPr="0004626C">
              <w:rPr>
                <w:rFonts w:ascii="Corbel" w:eastAsia="Cambria" w:hAnsi="Corbel"/>
              </w:rPr>
              <w:t xml:space="preserve">Sztander, W. (2006). </w:t>
            </w:r>
            <w:r w:rsidRPr="00A54C83">
              <w:rPr>
                <w:rFonts w:ascii="Corbel" w:eastAsia="Cambria" w:hAnsi="Corbel"/>
                <w:i/>
              </w:rPr>
              <w:t>Interwencja wobec osoby uzależnionej</w:t>
            </w:r>
            <w:r>
              <w:rPr>
                <w:rFonts w:ascii="Corbel" w:eastAsia="Cambria" w:hAnsi="Corbel"/>
                <w:i/>
              </w:rPr>
              <w:t xml:space="preserve">. </w:t>
            </w:r>
            <w:r w:rsidRPr="00F11350">
              <w:rPr>
                <w:rFonts w:ascii="Corbel" w:eastAsia="Cambria" w:hAnsi="Corbel"/>
                <w:iCs/>
              </w:rPr>
              <w:t>Warszawa:</w:t>
            </w:r>
            <w:r w:rsidRPr="00A54C83">
              <w:rPr>
                <w:rFonts w:ascii="Corbel" w:eastAsia="Cambria" w:hAnsi="Corbel"/>
              </w:rPr>
              <w:t xml:space="preserve"> IPZ.</w:t>
            </w:r>
            <w:r>
              <w:rPr>
                <w:rFonts w:ascii="Corbel" w:eastAsia="Cambria" w:hAnsi="Corbel"/>
              </w:rPr>
              <w:t xml:space="preserve"> Dostępna online: </w:t>
            </w:r>
            <w:hyperlink r:id="rId15" w:history="1">
              <w:r w:rsidRPr="00000A21">
                <w:rPr>
                  <w:rStyle w:val="Hipercze"/>
                  <w:rFonts w:ascii="Corbel" w:eastAsia="Cambria" w:hAnsi="Corbel"/>
                </w:rPr>
                <w:t>http://www.psychologia.edu.pl/czytelnia/50-artykuly/921-interwencja-wobec-osoby-uzaleznionej.html</w:t>
              </w:r>
            </w:hyperlink>
          </w:p>
        </w:tc>
      </w:tr>
    </w:tbl>
    <w:p w14:paraId="44839D0C" w14:textId="77777777" w:rsidR="0085747A" w:rsidRPr="009C54AE" w:rsidRDefault="0085747A" w:rsidP="00306CF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53FE8" w14:textId="77777777" w:rsidR="00203C31" w:rsidRDefault="00203C31" w:rsidP="00C16ABF">
      <w:pPr>
        <w:spacing w:after="0" w:line="240" w:lineRule="auto"/>
      </w:pPr>
      <w:r>
        <w:separator/>
      </w:r>
    </w:p>
  </w:endnote>
  <w:endnote w:type="continuationSeparator" w:id="0">
    <w:p w14:paraId="221DEB37" w14:textId="77777777" w:rsidR="00203C31" w:rsidRDefault="00203C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4873439"/>
      <w:docPartObj>
        <w:docPartGallery w:val="Page Numbers (Bottom of Page)"/>
        <w:docPartUnique/>
      </w:docPartObj>
    </w:sdtPr>
    <w:sdtEndPr/>
    <w:sdtContent>
      <w:p w14:paraId="3189D929" w14:textId="77777777" w:rsidR="007D4170" w:rsidRDefault="00A75DD1">
        <w:pPr>
          <w:pStyle w:val="Stopka"/>
          <w:jc w:val="center"/>
        </w:pPr>
        <w:r>
          <w:fldChar w:fldCharType="begin"/>
        </w:r>
        <w:r w:rsidR="007D4170">
          <w:instrText>PAGE   \* MERGEFORMAT</w:instrText>
        </w:r>
        <w:r>
          <w:fldChar w:fldCharType="separate"/>
        </w:r>
        <w:r w:rsidR="00C6373B">
          <w:rPr>
            <w:noProof/>
          </w:rPr>
          <w:t>1</w:t>
        </w:r>
        <w:r>
          <w:fldChar w:fldCharType="end"/>
        </w:r>
      </w:p>
    </w:sdtContent>
  </w:sdt>
  <w:p w14:paraId="105CCB45" w14:textId="77777777" w:rsidR="007D4170" w:rsidRDefault="007D41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17870" w14:textId="77777777" w:rsidR="00203C31" w:rsidRDefault="00203C31" w:rsidP="00C16ABF">
      <w:pPr>
        <w:spacing w:after="0" w:line="240" w:lineRule="auto"/>
      </w:pPr>
      <w:r>
        <w:separator/>
      </w:r>
    </w:p>
  </w:footnote>
  <w:footnote w:type="continuationSeparator" w:id="0">
    <w:p w14:paraId="3ED72E3C" w14:textId="77777777" w:rsidR="00203C31" w:rsidRDefault="00203C31" w:rsidP="00C16ABF">
      <w:pPr>
        <w:spacing w:after="0" w:line="240" w:lineRule="auto"/>
      </w:pPr>
      <w:r>
        <w:continuationSeparator/>
      </w:r>
    </w:p>
  </w:footnote>
  <w:footnote w:id="1">
    <w:p w14:paraId="0CACD75D" w14:textId="77777777" w:rsidR="00072455" w:rsidRDefault="00072455" w:rsidP="0007245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0083"/>
    <w:multiLevelType w:val="hybridMultilevel"/>
    <w:tmpl w:val="5B2C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35033"/>
    <w:multiLevelType w:val="multilevel"/>
    <w:tmpl w:val="EF96E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15497"/>
    <w:multiLevelType w:val="hybridMultilevel"/>
    <w:tmpl w:val="08063828"/>
    <w:lvl w:ilvl="0" w:tplc="D7BA95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C1419"/>
    <w:multiLevelType w:val="hybridMultilevel"/>
    <w:tmpl w:val="AE241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405483"/>
    <w:multiLevelType w:val="hybridMultilevel"/>
    <w:tmpl w:val="8FC63386"/>
    <w:lvl w:ilvl="0" w:tplc="0D98FE3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5B2379"/>
    <w:multiLevelType w:val="hybridMultilevel"/>
    <w:tmpl w:val="FE3CF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874E59"/>
    <w:multiLevelType w:val="hybridMultilevel"/>
    <w:tmpl w:val="45427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5573E9"/>
    <w:multiLevelType w:val="hybridMultilevel"/>
    <w:tmpl w:val="C03EA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307EEB"/>
    <w:multiLevelType w:val="hybridMultilevel"/>
    <w:tmpl w:val="1F82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11"/>
  </w:num>
  <w:num w:numId="6">
    <w:abstractNumId w:val="0"/>
  </w:num>
  <w:num w:numId="7">
    <w:abstractNumId w:val="3"/>
  </w:num>
  <w:num w:numId="8">
    <w:abstractNumId w:val="1"/>
  </w:num>
  <w:num w:numId="9">
    <w:abstractNumId w:val="12"/>
  </w:num>
  <w:num w:numId="10">
    <w:abstractNumId w:val="6"/>
  </w:num>
  <w:num w:numId="11">
    <w:abstractNumId w:val="10"/>
  </w:num>
  <w:num w:numId="12">
    <w:abstractNumId w:val="4"/>
  </w:num>
  <w:num w:numId="1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2543"/>
    <w:rsid w:val="00015B8F"/>
    <w:rsid w:val="00022ECE"/>
    <w:rsid w:val="0002571E"/>
    <w:rsid w:val="000318A6"/>
    <w:rsid w:val="000410BC"/>
    <w:rsid w:val="00042A51"/>
    <w:rsid w:val="00042D2E"/>
    <w:rsid w:val="00044C82"/>
    <w:rsid w:val="0004626C"/>
    <w:rsid w:val="000640B8"/>
    <w:rsid w:val="00070ED6"/>
    <w:rsid w:val="00072455"/>
    <w:rsid w:val="000742DC"/>
    <w:rsid w:val="00084C12"/>
    <w:rsid w:val="00087196"/>
    <w:rsid w:val="0009462C"/>
    <w:rsid w:val="00094B12"/>
    <w:rsid w:val="00096C46"/>
    <w:rsid w:val="000A296F"/>
    <w:rsid w:val="000A2A28"/>
    <w:rsid w:val="000A3CDF"/>
    <w:rsid w:val="000A5E3A"/>
    <w:rsid w:val="000B192D"/>
    <w:rsid w:val="000B28EE"/>
    <w:rsid w:val="000B3E37"/>
    <w:rsid w:val="000C12A4"/>
    <w:rsid w:val="000D04B0"/>
    <w:rsid w:val="000E56C6"/>
    <w:rsid w:val="000F1C57"/>
    <w:rsid w:val="000F3BCF"/>
    <w:rsid w:val="000F5615"/>
    <w:rsid w:val="00110CB6"/>
    <w:rsid w:val="00121610"/>
    <w:rsid w:val="00124BFF"/>
    <w:rsid w:val="0012560E"/>
    <w:rsid w:val="00125792"/>
    <w:rsid w:val="00127108"/>
    <w:rsid w:val="00127697"/>
    <w:rsid w:val="00134B13"/>
    <w:rsid w:val="00146BC0"/>
    <w:rsid w:val="00153C41"/>
    <w:rsid w:val="00154381"/>
    <w:rsid w:val="00162284"/>
    <w:rsid w:val="001640A7"/>
    <w:rsid w:val="00164FA7"/>
    <w:rsid w:val="00166A03"/>
    <w:rsid w:val="0017103D"/>
    <w:rsid w:val="001718A7"/>
    <w:rsid w:val="001737CF"/>
    <w:rsid w:val="00176083"/>
    <w:rsid w:val="00191BB3"/>
    <w:rsid w:val="001924B2"/>
    <w:rsid w:val="00192F37"/>
    <w:rsid w:val="00196498"/>
    <w:rsid w:val="001A34B8"/>
    <w:rsid w:val="001A70D2"/>
    <w:rsid w:val="001B19CF"/>
    <w:rsid w:val="001D5149"/>
    <w:rsid w:val="001D657B"/>
    <w:rsid w:val="001D7B54"/>
    <w:rsid w:val="001E0209"/>
    <w:rsid w:val="001F2CA2"/>
    <w:rsid w:val="00203C31"/>
    <w:rsid w:val="002144C0"/>
    <w:rsid w:val="0022477D"/>
    <w:rsid w:val="00226276"/>
    <w:rsid w:val="002278A9"/>
    <w:rsid w:val="002336F9"/>
    <w:rsid w:val="0024028F"/>
    <w:rsid w:val="00244ABC"/>
    <w:rsid w:val="0026645F"/>
    <w:rsid w:val="00272B59"/>
    <w:rsid w:val="00281FF2"/>
    <w:rsid w:val="002857DE"/>
    <w:rsid w:val="00291567"/>
    <w:rsid w:val="002A1037"/>
    <w:rsid w:val="002A22BF"/>
    <w:rsid w:val="002A2389"/>
    <w:rsid w:val="002A671D"/>
    <w:rsid w:val="002B4D55"/>
    <w:rsid w:val="002B5EA0"/>
    <w:rsid w:val="002B6119"/>
    <w:rsid w:val="002C1F06"/>
    <w:rsid w:val="002D1CA9"/>
    <w:rsid w:val="002D3375"/>
    <w:rsid w:val="002D73D4"/>
    <w:rsid w:val="002F02A3"/>
    <w:rsid w:val="002F4ABE"/>
    <w:rsid w:val="003018BA"/>
    <w:rsid w:val="0030395F"/>
    <w:rsid w:val="00305C92"/>
    <w:rsid w:val="00306CFC"/>
    <w:rsid w:val="003151C5"/>
    <w:rsid w:val="003200C6"/>
    <w:rsid w:val="0033173E"/>
    <w:rsid w:val="003343CF"/>
    <w:rsid w:val="00341969"/>
    <w:rsid w:val="0034617C"/>
    <w:rsid w:val="00346FE9"/>
    <w:rsid w:val="0034759A"/>
    <w:rsid w:val="003503F6"/>
    <w:rsid w:val="003530DD"/>
    <w:rsid w:val="003629DF"/>
    <w:rsid w:val="00363F78"/>
    <w:rsid w:val="00373BCC"/>
    <w:rsid w:val="003A0A5B"/>
    <w:rsid w:val="003A1176"/>
    <w:rsid w:val="003A65FA"/>
    <w:rsid w:val="003C0BAE"/>
    <w:rsid w:val="003C1149"/>
    <w:rsid w:val="003C58A2"/>
    <w:rsid w:val="003D18A9"/>
    <w:rsid w:val="003D6CE2"/>
    <w:rsid w:val="003E1941"/>
    <w:rsid w:val="003E2FE6"/>
    <w:rsid w:val="003E49D5"/>
    <w:rsid w:val="003F205D"/>
    <w:rsid w:val="003F23E8"/>
    <w:rsid w:val="003F2BA7"/>
    <w:rsid w:val="003F38C0"/>
    <w:rsid w:val="004014B5"/>
    <w:rsid w:val="00414E3C"/>
    <w:rsid w:val="004200B3"/>
    <w:rsid w:val="0042244A"/>
    <w:rsid w:val="0042745A"/>
    <w:rsid w:val="00431D5C"/>
    <w:rsid w:val="00434C82"/>
    <w:rsid w:val="004362C6"/>
    <w:rsid w:val="00437FA2"/>
    <w:rsid w:val="00445970"/>
    <w:rsid w:val="00446844"/>
    <w:rsid w:val="00461EFC"/>
    <w:rsid w:val="00464DD6"/>
    <w:rsid w:val="004652C2"/>
    <w:rsid w:val="004706D1"/>
    <w:rsid w:val="004708B0"/>
    <w:rsid w:val="00471326"/>
    <w:rsid w:val="0047598D"/>
    <w:rsid w:val="004840FD"/>
    <w:rsid w:val="00484EBF"/>
    <w:rsid w:val="00490F7D"/>
    <w:rsid w:val="00491678"/>
    <w:rsid w:val="00496441"/>
    <w:rsid w:val="004968E2"/>
    <w:rsid w:val="004A3EEA"/>
    <w:rsid w:val="004A414D"/>
    <w:rsid w:val="004A4D1F"/>
    <w:rsid w:val="004D1DE7"/>
    <w:rsid w:val="004D5282"/>
    <w:rsid w:val="004F1551"/>
    <w:rsid w:val="004F55A3"/>
    <w:rsid w:val="0050496F"/>
    <w:rsid w:val="00513B6F"/>
    <w:rsid w:val="00517C63"/>
    <w:rsid w:val="00524CAB"/>
    <w:rsid w:val="005363C4"/>
    <w:rsid w:val="00536BDE"/>
    <w:rsid w:val="00543ACC"/>
    <w:rsid w:val="005654D6"/>
    <w:rsid w:val="0056696D"/>
    <w:rsid w:val="005713F6"/>
    <w:rsid w:val="0058327D"/>
    <w:rsid w:val="005910E8"/>
    <w:rsid w:val="0059484D"/>
    <w:rsid w:val="005A0855"/>
    <w:rsid w:val="005A3196"/>
    <w:rsid w:val="005C080F"/>
    <w:rsid w:val="005C4F40"/>
    <w:rsid w:val="005C55E5"/>
    <w:rsid w:val="005C696A"/>
    <w:rsid w:val="005D6A1B"/>
    <w:rsid w:val="005E6E85"/>
    <w:rsid w:val="005F0342"/>
    <w:rsid w:val="005F31D2"/>
    <w:rsid w:val="006021EF"/>
    <w:rsid w:val="0061029B"/>
    <w:rsid w:val="006129FF"/>
    <w:rsid w:val="00615217"/>
    <w:rsid w:val="00617230"/>
    <w:rsid w:val="00621CE1"/>
    <w:rsid w:val="0062518C"/>
    <w:rsid w:val="00627FC9"/>
    <w:rsid w:val="0064092B"/>
    <w:rsid w:val="006430D2"/>
    <w:rsid w:val="00647FA8"/>
    <w:rsid w:val="00650C5F"/>
    <w:rsid w:val="00654934"/>
    <w:rsid w:val="00661DDF"/>
    <w:rsid w:val="006620D9"/>
    <w:rsid w:val="00671958"/>
    <w:rsid w:val="00675843"/>
    <w:rsid w:val="006836FE"/>
    <w:rsid w:val="00690184"/>
    <w:rsid w:val="0069206A"/>
    <w:rsid w:val="00692338"/>
    <w:rsid w:val="006941E4"/>
    <w:rsid w:val="00696477"/>
    <w:rsid w:val="006A5650"/>
    <w:rsid w:val="006B4FA8"/>
    <w:rsid w:val="006B64BE"/>
    <w:rsid w:val="006C2274"/>
    <w:rsid w:val="006D00EB"/>
    <w:rsid w:val="006D050F"/>
    <w:rsid w:val="006D42F6"/>
    <w:rsid w:val="006D6139"/>
    <w:rsid w:val="006E5D65"/>
    <w:rsid w:val="006F1282"/>
    <w:rsid w:val="006F1FBC"/>
    <w:rsid w:val="006F31E2"/>
    <w:rsid w:val="00706544"/>
    <w:rsid w:val="007072BA"/>
    <w:rsid w:val="00710915"/>
    <w:rsid w:val="0071620A"/>
    <w:rsid w:val="00724677"/>
    <w:rsid w:val="00725459"/>
    <w:rsid w:val="00731754"/>
    <w:rsid w:val="007327BD"/>
    <w:rsid w:val="00734608"/>
    <w:rsid w:val="00742F72"/>
    <w:rsid w:val="00744D27"/>
    <w:rsid w:val="00745302"/>
    <w:rsid w:val="007461D6"/>
    <w:rsid w:val="00746EC8"/>
    <w:rsid w:val="007513BF"/>
    <w:rsid w:val="00763BF1"/>
    <w:rsid w:val="00766FD4"/>
    <w:rsid w:val="0078168C"/>
    <w:rsid w:val="0078317F"/>
    <w:rsid w:val="0078341A"/>
    <w:rsid w:val="00787C2A"/>
    <w:rsid w:val="00790E27"/>
    <w:rsid w:val="007A4022"/>
    <w:rsid w:val="007A41C5"/>
    <w:rsid w:val="007A6E6E"/>
    <w:rsid w:val="007B13DC"/>
    <w:rsid w:val="007C3299"/>
    <w:rsid w:val="007C3BCC"/>
    <w:rsid w:val="007C4546"/>
    <w:rsid w:val="007D4170"/>
    <w:rsid w:val="007D6E56"/>
    <w:rsid w:val="007E0DB3"/>
    <w:rsid w:val="007F4155"/>
    <w:rsid w:val="00812F4E"/>
    <w:rsid w:val="0081554D"/>
    <w:rsid w:val="008164A7"/>
    <w:rsid w:val="0081707E"/>
    <w:rsid w:val="0082704D"/>
    <w:rsid w:val="008422DE"/>
    <w:rsid w:val="008449B3"/>
    <w:rsid w:val="008515F4"/>
    <w:rsid w:val="008552A2"/>
    <w:rsid w:val="0085747A"/>
    <w:rsid w:val="008618B4"/>
    <w:rsid w:val="0086557E"/>
    <w:rsid w:val="00884922"/>
    <w:rsid w:val="00885F64"/>
    <w:rsid w:val="008917F9"/>
    <w:rsid w:val="008A45F7"/>
    <w:rsid w:val="008B0A73"/>
    <w:rsid w:val="008C0CC0"/>
    <w:rsid w:val="008C19A9"/>
    <w:rsid w:val="008C379D"/>
    <w:rsid w:val="008C5147"/>
    <w:rsid w:val="008C5359"/>
    <w:rsid w:val="008C5363"/>
    <w:rsid w:val="008D3DFB"/>
    <w:rsid w:val="008D6463"/>
    <w:rsid w:val="008E2330"/>
    <w:rsid w:val="008E64F4"/>
    <w:rsid w:val="008F12C9"/>
    <w:rsid w:val="008F6E29"/>
    <w:rsid w:val="00912CAC"/>
    <w:rsid w:val="009135C1"/>
    <w:rsid w:val="00916188"/>
    <w:rsid w:val="00923D7D"/>
    <w:rsid w:val="009328FC"/>
    <w:rsid w:val="0093589B"/>
    <w:rsid w:val="00935EF0"/>
    <w:rsid w:val="009508DF"/>
    <w:rsid w:val="00950DAC"/>
    <w:rsid w:val="00954A07"/>
    <w:rsid w:val="00993E0D"/>
    <w:rsid w:val="00997F14"/>
    <w:rsid w:val="009A2A41"/>
    <w:rsid w:val="009A78D9"/>
    <w:rsid w:val="009C3E31"/>
    <w:rsid w:val="009C54AE"/>
    <w:rsid w:val="009C788E"/>
    <w:rsid w:val="009D3F3B"/>
    <w:rsid w:val="009D4546"/>
    <w:rsid w:val="009E0543"/>
    <w:rsid w:val="009E3B41"/>
    <w:rsid w:val="009E4505"/>
    <w:rsid w:val="009F3C5C"/>
    <w:rsid w:val="009F4610"/>
    <w:rsid w:val="00A00ECC"/>
    <w:rsid w:val="00A059AF"/>
    <w:rsid w:val="00A155EE"/>
    <w:rsid w:val="00A21083"/>
    <w:rsid w:val="00A2245B"/>
    <w:rsid w:val="00A30110"/>
    <w:rsid w:val="00A36899"/>
    <w:rsid w:val="00A371F6"/>
    <w:rsid w:val="00A43BF6"/>
    <w:rsid w:val="00A53FA5"/>
    <w:rsid w:val="00A54817"/>
    <w:rsid w:val="00A54C83"/>
    <w:rsid w:val="00A601C8"/>
    <w:rsid w:val="00A60799"/>
    <w:rsid w:val="00A75DD1"/>
    <w:rsid w:val="00A84C85"/>
    <w:rsid w:val="00A92FEE"/>
    <w:rsid w:val="00A97DE1"/>
    <w:rsid w:val="00AB053C"/>
    <w:rsid w:val="00AB0F7C"/>
    <w:rsid w:val="00AB73E2"/>
    <w:rsid w:val="00AC53DE"/>
    <w:rsid w:val="00AD1146"/>
    <w:rsid w:val="00AD27D3"/>
    <w:rsid w:val="00AD66D6"/>
    <w:rsid w:val="00AE1160"/>
    <w:rsid w:val="00AE1262"/>
    <w:rsid w:val="00AE203C"/>
    <w:rsid w:val="00AE2E74"/>
    <w:rsid w:val="00AE5FCB"/>
    <w:rsid w:val="00AF2C1E"/>
    <w:rsid w:val="00B00572"/>
    <w:rsid w:val="00B011C9"/>
    <w:rsid w:val="00B06142"/>
    <w:rsid w:val="00B0708D"/>
    <w:rsid w:val="00B12AB7"/>
    <w:rsid w:val="00B135B1"/>
    <w:rsid w:val="00B3130B"/>
    <w:rsid w:val="00B37924"/>
    <w:rsid w:val="00B40ADB"/>
    <w:rsid w:val="00B43B77"/>
    <w:rsid w:val="00B43E80"/>
    <w:rsid w:val="00B45C0F"/>
    <w:rsid w:val="00B607DB"/>
    <w:rsid w:val="00B6274A"/>
    <w:rsid w:val="00B66529"/>
    <w:rsid w:val="00B75946"/>
    <w:rsid w:val="00B8056E"/>
    <w:rsid w:val="00B819C8"/>
    <w:rsid w:val="00B82308"/>
    <w:rsid w:val="00B832E9"/>
    <w:rsid w:val="00B86D82"/>
    <w:rsid w:val="00B873E0"/>
    <w:rsid w:val="00B90885"/>
    <w:rsid w:val="00B9376A"/>
    <w:rsid w:val="00BB520A"/>
    <w:rsid w:val="00BD3869"/>
    <w:rsid w:val="00BD66E9"/>
    <w:rsid w:val="00BD6FF4"/>
    <w:rsid w:val="00BE23C2"/>
    <w:rsid w:val="00BE3EA9"/>
    <w:rsid w:val="00BF086F"/>
    <w:rsid w:val="00BF2C41"/>
    <w:rsid w:val="00BF70CB"/>
    <w:rsid w:val="00C058B4"/>
    <w:rsid w:val="00C05F44"/>
    <w:rsid w:val="00C131B5"/>
    <w:rsid w:val="00C14784"/>
    <w:rsid w:val="00C16ABF"/>
    <w:rsid w:val="00C170AE"/>
    <w:rsid w:val="00C26CB7"/>
    <w:rsid w:val="00C324C1"/>
    <w:rsid w:val="00C36439"/>
    <w:rsid w:val="00C36992"/>
    <w:rsid w:val="00C47CD8"/>
    <w:rsid w:val="00C56036"/>
    <w:rsid w:val="00C571D1"/>
    <w:rsid w:val="00C61DC5"/>
    <w:rsid w:val="00C6373B"/>
    <w:rsid w:val="00C67E92"/>
    <w:rsid w:val="00C70A26"/>
    <w:rsid w:val="00C76081"/>
    <w:rsid w:val="00C766DF"/>
    <w:rsid w:val="00C85175"/>
    <w:rsid w:val="00C86BC9"/>
    <w:rsid w:val="00C94B98"/>
    <w:rsid w:val="00C97518"/>
    <w:rsid w:val="00CA0470"/>
    <w:rsid w:val="00CA2B96"/>
    <w:rsid w:val="00CA5089"/>
    <w:rsid w:val="00CA77D5"/>
    <w:rsid w:val="00CD1E05"/>
    <w:rsid w:val="00CD6897"/>
    <w:rsid w:val="00CE5BAC"/>
    <w:rsid w:val="00CF25BE"/>
    <w:rsid w:val="00CF78ED"/>
    <w:rsid w:val="00D02B25"/>
    <w:rsid w:val="00D02EBA"/>
    <w:rsid w:val="00D05A83"/>
    <w:rsid w:val="00D1152F"/>
    <w:rsid w:val="00D17C3C"/>
    <w:rsid w:val="00D26B2C"/>
    <w:rsid w:val="00D27679"/>
    <w:rsid w:val="00D352C9"/>
    <w:rsid w:val="00D36754"/>
    <w:rsid w:val="00D40823"/>
    <w:rsid w:val="00D425B2"/>
    <w:rsid w:val="00D428D6"/>
    <w:rsid w:val="00D500E4"/>
    <w:rsid w:val="00D52885"/>
    <w:rsid w:val="00D52A50"/>
    <w:rsid w:val="00D552B2"/>
    <w:rsid w:val="00D55CE7"/>
    <w:rsid w:val="00D608D1"/>
    <w:rsid w:val="00D74119"/>
    <w:rsid w:val="00D8075B"/>
    <w:rsid w:val="00D8678B"/>
    <w:rsid w:val="00D87D50"/>
    <w:rsid w:val="00DA2114"/>
    <w:rsid w:val="00DC30FB"/>
    <w:rsid w:val="00DE06A5"/>
    <w:rsid w:val="00DE09C0"/>
    <w:rsid w:val="00DE4A14"/>
    <w:rsid w:val="00DF0E85"/>
    <w:rsid w:val="00DF320D"/>
    <w:rsid w:val="00DF71C8"/>
    <w:rsid w:val="00E06953"/>
    <w:rsid w:val="00E129B8"/>
    <w:rsid w:val="00E21E7D"/>
    <w:rsid w:val="00E22FBC"/>
    <w:rsid w:val="00E24BF5"/>
    <w:rsid w:val="00E25338"/>
    <w:rsid w:val="00E51E44"/>
    <w:rsid w:val="00E53600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CA9"/>
    <w:rsid w:val="00EE32DE"/>
    <w:rsid w:val="00EE45D4"/>
    <w:rsid w:val="00EE5457"/>
    <w:rsid w:val="00EF1E17"/>
    <w:rsid w:val="00F058B7"/>
    <w:rsid w:val="00F070AB"/>
    <w:rsid w:val="00F17567"/>
    <w:rsid w:val="00F27A7B"/>
    <w:rsid w:val="00F526AF"/>
    <w:rsid w:val="00F617C3"/>
    <w:rsid w:val="00F7066B"/>
    <w:rsid w:val="00F80403"/>
    <w:rsid w:val="00F83B28"/>
    <w:rsid w:val="00F9356F"/>
    <w:rsid w:val="00F974DA"/>
    <w:rsid w:val="00FA46E5"/>
    <w:rsid w:val="00FB7DBA"/>
    <w:rsid w:val="00FC1C25"/>
    <w:rsid w:val="00FC1F08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FA427"/>
  <w15:docId w15:val="{EF78AF59-AC79-43D6-8B66-88060E79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2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2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233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2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2338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356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152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er.pl/doc/ecev0" TargetMode="External"/><Relationship Id="rId13" Type="http://schemas.openxmlformats.org/officeDocument/2006/relationships/hyperlink" Target="https://repozytorium.uwb.edu.pl/jspui/handle/11320/284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yperlink" Target="http://www.h-ph.pl/hyg.php?opc=AR&amp;lng=pl&amp;art=50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er.pl/doc/xncnc0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sychologia.edu.pl/czytelnia/50-artykuly/921-interwencja-wobec-osoby-uzaleznionej.html" TargetMode="External"/><Relationship Id="rId10" Type="http://schemas.openxmlformats.org/officeDocument/2006/relationships/hyperlink" Target="https://ruj.uj.edu.pl/xmlui/bitstream/handle/item/157574/pilecka_kryzys_psychologiczny_wybrane_zagadnienia_2004.pdf?sequence=1&amp;isAllowed=y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s://docer.pl/doc/ns5nxen" TargetMode="External"/><Relationship Id="rId14" Type="http://schemas.openxmlformats.org/officeDocument/2006/relationships/hyperlink" Target="https://docer.pl/doc/x1e5n0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06EBFA-94A4-431F-81EF-E0B3A90841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105C20-1D62-4954-BB1C-D7FDA69955BA}"/>
</file>

<file path=customXml/itemProps3.xml><?xml version="1.0" encoding="utf-8"?>
<ds:datastoreItem xmlns:ds="http://schemas.openxmlformats.org/officeDocument/2006/customXml" ds:itemID="{6C82E31D-4414-456B-B0CF-26C6AC7B5B90}"/>
</file>

<file path=customXml/itemProps4.xml><?xml version="1.0" encoding="utf-8"?>
<ds:datastoreItem xmlns:ds="http://schemas.openxmlformats.org/officeDocument/2006/customXml" ds:itemID="{C5FA48D8-B63D-4D2E-B319-3D9E32692D1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98</TotalTime>
  <Pages>4</Pages>
  <Words>1142</Words>
  <Characters>6854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 Motyka</cp:lastModifiedBy>
  <cp:revision>24</cp:revision>
  <cp:lastPrinted>2019-02-06T12:12:00Z</cp:lastPrinted>
  <dcterms:created xsi:type="dcterms:W3CDTF">2020-10-27T13:05:00Z</dcterms:created>
  <dcterms:modified xsi:type="dcterms:W3CDTF">2021-09-30T15:04:00Z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